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4223D" w:rsidR="006E5D65" w:rsidP="002D3375" w:rsidRDefault="00997F14" w14:paraId="22B9D676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4223D">
        <w:rPr>
          <w:rFonts w:ascii="Corbel" w:hAnsi="Corbel"/>
          <w:b/>
          <w:bCs/>
          <w:sz w:val="24"/>
          <w:szCs w:val="24"/>
        </w:rPr>
        <w:t xml:space="preserve">   </w:t>
      </w:r>
      <w:r w:rsidRPr="00F4223D" w:rsidR="00CD6897">
        <w:rPr>
          <w:rFonts w:ascii="Corbel" w:hAnsi="Corbel"/>
          <w:b/>
          <w:bCs/>
          <w:sz w:val="24"/>
          <w:szCs w:val="24"/>
        </w:rPr>
        <w:tab/>
      </w:r>
      <w:r w:rsidRPr="00F4223D" w:rsidR="00CD6897">
        <w:rPr>
          <w:rFonts w:ascii="Corbel" w:hAnsi="Corbel"/>
          <w:b/>
          <w:bCs/>
          <w:sz w:val="24"/>
          <w:szCs w:val="24"/>
        </w:rPr>
        <w:tab/>
      </w:r>
      <w:r w:rsidRPr="00F4223D" w:rsidR="00CD6897">
        <w:rPr>
          <w:rFonts w:ascii="Corbel" w:hAnsi="Corbel"/>
          <w:b/>
          <w:bCs/>
          <w:sz w:val="24"/>
          <w:szCs w:val="24"/>
        </w:rPr>
        <w:tab/>
      </w:r>
      <w:r w:rsidRPr="00F4223D" w:rsidR="00CD6897">
        <w:rPr>
          <w:rFonts w:ascii="Corbel" w:hAnsi="Corbel"/>
          <w:b/>
          <w:bCs/>
          <w:sz w:val="24"/>
          <w:szCs w:val="24"/>
        </w:rPr>
        <w:tab/>
      </w:r>
      <w:r w:rsidRPr="00F4223D" w:rsidR="00CD6897">
        <w:rPr>
          <w:rFonts w:ascii="Corbel" w:hAnsi="Corbel"/>
          <w:b/>
          <w:bCs/>
          <w:sz w:val="24"/>
          <w:szCs w:val="24"/>
        </w:rPr>
        <w:tab/>
      </w:r>
      <w:r w:rsidRPr="00F4223D" w:rsidR="00CD6897">
        <w:rPr>
          <w:rFonts w:ascii="Corbel" w:hAnsi="Corbel"/>
          <w:b/>
          <w:bCs/>
          <w:sz w:val="24"/>
          <w:szCs w:val="24"/>
        </w:rPr>
        <w:tab/>
      </w:r>
      <w:r w:rsidRPr="00F4223D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F4223D" w:rsidR="006F31E2">
        <w:rPr>
          <w:rFonts w:ascii="Corbel" w:hAnsi="Corbel"/>
          <w:bCs/>
          <w:i/>
          <w:sz w:val="24"/>
          <w:szCs w:val="24"/>
        </w:rPr>
        <w:t>1.5</w:t>
      </w:r>
      <w:r w:rsidRPr="00F4223D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F4223D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F4223D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F4223D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F4223D" w:rsidR="0085747A" w:rsidP="009C54AE" w:rsidRDefault="0085747A" w14:paraId="4E6535E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4223D">
        <w:rPr>
          <w:rFonts w:ascii="Corbel" w:hAnsi="Corbel"/>
          <w:b/>
          <w:smallCaps/>
          <w:sz w:val="24"/>
          <w:szCs w:val="24"/>
        </w:rPr>
        <w:t>SYLABUS</w:t>
      </w:r>
    </w:p>
    <w:p w:rsidRPr="00F4223D" w:rsidR="0085747A" w:rsidP="00EA4832" w:rsidRDefault="0071620A" w14:paraId="1BD27C66" w14:textId="1704A88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4223D">
        <w:rPr>
          <w:rFonts w:ascii="Corbel" w:hAnsi="Corbel"/>
          <w:b/>
          <w:smallCaps/>
          <w:sz w:val="24"/>
          <w:szCs w:val="24"/>
        </w:rPr>
        <w:t>dotyczy cyklu kształcenia</w:t>
      </w:r>
      <w:r w:rsidRPr="00F4223D" w:rsidR="0085747A">
        <w:rPr>
          <w:rFonts w:ascii="Corbel" w:hAnsi="Corbel"/>
          <w:b/>
          <w:smallCaps/>
          <w:sz w:val="24"/>
          <w:szCs w:val="24"/>
        </w:rPr>
        <w:t xml:space="preserve"> </w:t>
      </w:r>
      <w:bookmarkStart w:name="_Hlk90545773" w:id="0"/>
      <w:r w:rsidR="00A52693">
        <w:rPr>
          <w:rFonts w:ascii="Corbel" w:hAnsi="Corbel"/>
          <w:b/>
          <w:smallCaps/>
          <w:sz w:val="24"/>
          <w:szCs w:val="24"/>
        </w:rPr>
        <w:t>2022/2023 - 2024/2025</w:t>
      </w:r>
      <w:r w:rsidRPr="00F4223D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w:rsidRPr="00F4223D" w:rsidR="0085747A" w:rsidP="00EA4832" w:rsidRDefault="00EA4832" w14:paraId="74FB0A7A" w14:textId="3FBFD4C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53EA3F55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53EA3F55" w:rsidR="00EA4832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53EA3F55" w:rsidR="0085747A">
        <w:rPr>
          <w:rFonts w:ascii="Corbel" w:hAnsi="Corbel"/>
          <w:i w:val="1"/>
          <w:iCs w:val="1"/>
          <w:sz w:val="24"/>
          <w:szCs w:val="24"/>
        </w:rPr>
        <w:t>(skrajne daty</w:t>
      </w:r>
      <w:r w:rsidRPr="53EA3F55" w:rsidR="0085747A">
        <w:rPr>
          <w:rFonts w:ascii="Corbel" w:hAnsi="Corbel"/>
          <w:sz w:val="24"/>
          <w:szCs w:val="24"/>
        </w:rPr>
        <w:t>)</w:t>
      </w:r>
    </w:p>
    <w:p w:rsidRPr="00F4223D" w:rsidR="00445970" w:rsidP="00EA4832" w:rsidRDefault="00445970" w14:paraId="5DCDD7B7" w14:textId="442C09F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ab/>
      </w:r>
      <w:r w:rsidRPr="00F4223D">
        <w:rPr>
          <w:rFonts w:ascii="Corbel" w:hAnsi="Corbel"/>
          <w:sz w:val="24"/>
          <w:szCs w:val="24"/>
        </w:rPr>
        <w:tab/>
      </w:r>
      <w:r w:rsidRPr="00F4223D">
        <w:rPr>
          <w:rFonts w:ascii="Corbel" w:hAnsi="Corbel"/>
          <w:sz w:val="24"/>
          <w:szCs w:val="24"/>
        </w:rPr>
        <w:tab/>
      </w:r>
      <w:r w:rsidRPr="00F4223D">
        <w:rPr>
          <w:rFonts w:ascii="Corbel" w:hAnsi="Corbel"/>
          <w:sz w:val="24"/>
          <w:szCs w:val="24"/>
        </w:rPr>
        <w:tab/>
      </w:r>
      <w:r w:rsidRPr="00F4223D" w:rsidR="00445970">
        <w:rPr>
          <w:rFonts w:ascii="Corbel" w:hAnsi="Corbel"/>
          <w:sz w:val="24"/>
          <w:szCs w:val="24"/>
        </w:rPr>
        <w:t xml:space="preserve">Rok akademicki </w:t>
      </w:r>
      <w:r w:rsidR="001C60C5">
        <w:rPr>
          <w:rFonts w:ascii="Corbel" w:hAnsi="Corbel"/>
          <w:sz w:val="24"/>
          <w:szCs w:val="24"/>
        </w:rPr>
        <w:t>202</w:t>
      </w:r>
      <w:r w:rsidR="00A52693">
        <w:rPr>
          <w:rFonts w:ascii="Corbel" w:hAnsi="Corbel"/>
          <w:sz w:val="24"/>
          <w:szCs w:val="24"/>
        </w:rPr>
        <w:t>4</w:t>
      </w:r>
      <w:r w:rsidR="001C60C5">
        <w:rPr>
          <w:rFonts w:ascii="Corbel" w:hAnsi="Corbel"/>
          <w:sz w:val="24"/>
          <w:szCs w:val="24"/>
        </w:rPr>
        <w:t>/</w:t>
      </w:r>
      <w:r w:rsidR="459E2DDD">
        <w:rPr>
          <w:rFonts w:ascii="Corbel" w:hAnsi="Corbel"/>
          <w:sz w:val="24"/>
          <w:szCs w:val="24"/>
        </w:rPr>
        <w:t>20</w:t>
      </w:r>
      <w:r w:rsidR="001C60C5">
        <w:rPr>
          <w:rFonts w:ascii="Corbel" w:hAnsi="Corbel"/>
          <w:sz w:val="24"/>
          <w:szCs w:val="24"/>
        </w:rPr>
        <w:t>2</w:t>
      </w:r>
      <w:r w:rsidR="00A52693">
        <w:rPr>
          <w:rFonts w:ascii="Corbel" w:hAnsi="Corbel"/>
          <w:sz w:val="24"/>
          <w:szCs w:val="24"/>
        </w:rPr>
        <w:t>5</w:t>
      </w:r>
    </w:p>
    <w:bookmarkEnd w:id="0"/>
    <w:p w:rsidRPr="00F4223D" w:rsidR="0085747A" w:rsidP="009C54AE" w:rsidRDefault="0085747A" w14:paraId="3CD968D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F4223D" w:rsidR="0085747A" w:rsidP="009C54AE" w:rsidRDefault="0071620A" w14:paraId="7B96CB8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4223D">
        <w:rPr>
          <w:rFonts w:ascii="Corbel" w:hAnsi="Corbel"/>
          <w:szCs w:val="24"/>
        </w:rPr>
        <w:t xml:space="preserve">1. </w:t>
      </w:r>
      <w:r w:rsidRPr="00F4223D" w:rsidR="0085747A">
        <w:rPr>
          <w:rFonts w:ascii="Corbel" w:hAnsi="Corbel"/>
          <w:szCs w:val="24"/>
        </w:rPr>
        <w:t xml:space="preserve">Podstawowe </w:t>
      </w:r>
      <w:r w:rsidRPr="00F4223D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F4223D" w:rsidR="0085747A" w:rsidTr="53EA3F55" w14:paraId="5E0BC169" w14:textId="77777777">
        <w:tc>
          <w:tcPr>
            <w:tcW w:w="2694" w:type="dxa"/>
            <w:tcMar/>
            <w:vAlign w:val="center"/>
          </w:tcPr>
          <w:p w:rsidRPr="00F4223D" w:rsidR="0085747A" w:rsidP="009C54AE" w:rsidRDefault="00C05F44" w14:paraId="630ADD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F4223D" w:rsidR="0085747A" w:rsidP="53EA3F55" w:rsidRDefault="00100001" w14:paraId="32D9868E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3EA3F55" w:rsidR="00100001">
              <w:rPr>
                <w:rFonts w:ascii="Corbel" w:hAnsi="Corbel"/>
                <w:b w:val="1"/>
                <w:bCs w:val="1"/>
                <w:sz w:val="24"/>
                <w:szCs w:val="24"/>
              </w:rPr>
              <w:t>Zagadnienia funkcji kontrolno-nadzorczych w systemie administracji publicznej</w:t>
            </w:r>
            <w:r w:rsidRPr="53EA3F55" w:rsidR="0010000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53EA3F55" w:rsidR="0017660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F4223D" w:rsidR="00A60D8A" w:rsidTr="53EA3F55" w14:paraId="108DDAD1" w14:textId="77777777">
        <w:tc>
          <w:tcPr>
            <w:tcW w:w="2694" w:type="dxa"/>
            <w:tcMar/>
            <w:vAlign w:val="center"/>
          </w:tcPr>
          <w:p w:rsidRPr="00F4223D" w:rsidR="00A60D8A" w:rsidP="00A60D8A" w:rsidRDefault="00A60D8A" w14:paraId="0407D27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F4223D" w:rsidR="00A60D8A" w:rsidP="00A60D8A" w:rsidRDefault="006968C7" w14:paraId="3B2188E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0C5">
              <w:rPr>
                <w:rFonts w:ascii="Corbel" w:hAnsi="Corbel"/>
                <w:b w:val="0"/>
                <w:sz w:val="24"/>
                <w:szCs w:val="24"/>
              </w:rPr>
              <w:t>ASO 44</w:t>
            </w:r>
          </w:p>
        </w:tc>
      </w:tr>
      <w:tr w:rsidRPr="00F4223D" w:rsidR="00257CF4" w:rsidTr="53EA3F55" w14:paraId="2AFB7D02" w14:textId="77777777">
        <w:tc>
          <w:tcPr>
            <w:tcW w:w="2694" w:type="dxa"/>
            <w:tcMar/>
            <w:vAlign w:val="center"/>
          </w:tcPr>
          <w:p w:rsidRPr="00F4223D" w:rsidR="00257CF4" w:rsidP="00257CF4" w:rsidRDefault="00257CF4" w14:paraId="2D102FA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F4223D" w:rsidR="00257CF4" w:rsidP="53EA3F55" w:rsidRDefault="00257CF4" w14:paraId="61022969" w14:textId="45421E7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53EA3F55" w:rsidR="00257CF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53EA3F55" w:rsidR="00A52693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,</w:t>
            </w:r>
            <w:r w:rsidRPr="53EA3F55" w:rsidR="00A52693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Pr="00F4223D" w:rsidR="00257CF4" w:rsidTr="53EA3F55" w14:paraId="2BEBF800" w14:textId="77777777">
        <w:tc>
          <w:tcPr>
            <w:tcW w:w="2694" w:type="dxa"/>
            <w:tcMar/>
            <w:vAlign w:val="center"/>
          </w:tcPr>
          <w:p w:rsidRPr="00F4223D" w:rsidR="00257CF4" w:rsidP="00257CF4" w:rsidRDefault="00257CF4" w14:paraId="0CF783B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F4223D" w:rsidR="00257CF4" w:rsidP="53EA3F55" w:rsidRDefault="00257CF4" w14:paraId="0E8553C9" w14:textId="15CFE2F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3EA3F55" w:rsidR="1C1CB7D7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Instytut Nauk Prawnych </w:t>
            </w:r>
            <w:r w:rsidRPr="53EA3F55" w:rsidR="00257CF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Zakład Nauki o Administracji </w:t>
            </w:r>
          </w:p>
        </w:tc>
      </w:tr>
      <w:tr w:rsidRPr="00F4223D" w:rsidR="00177C0C" w:rsidTr="53EA3F55" w14:paraId="626B0F06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1695D16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177C0C" w:rsidRDefault="00177C0C" w14:paraId="0C8EEEC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F4223D" w:rsidR="00177C0C" w:rsidTr="53EA3F55" w14:paraId="65F1928F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402C45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EE637C" w:rsidRDefault="00EE637C" w14:paraId="7D5FF972" w14:textId="431DAD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F4223D" w:rsidR="00177C0C">
              <w:rPr>
                <w:rFonts w:ascii="Corbel" w:hAnsi="Corbel"/>
                <w:b w:val="0"/>
                <w:sz w:val="24"/>
                <w:szCs w:val="24"/>
              </w:rPr>
              <w:t>tudia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5269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4223D" w:rsidR="00177C0C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F4223D" w:rsidR="00177C0C" w:rsidTr="53EA3F55" w14:paraId="7C4A0011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7F90536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177C0C" w:rsidRDefault="001C60C5" w14:paraId="5EDDC13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F4223D" w:rsidR="00177C0C" w:rsidTr="53EA3F55" w14:paraId="0C2384B3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3DF1890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1C60C5" w:rsidRDefault="001C60C5" w14:paraId="7621DCE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F4223D" w:rsidR="00177C0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F4223D" w:rsidR="00177C0C" w:rsidTr="53EA3F55" w14:paraId="53D4E689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49A67C4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53EA3F55" w:rsidRDefault="003351FB" w14:paraId="12FB756F" w14:textId="5A8EC2D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3EA3F55" w:rsidR="003351FB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53EA3F55" w:rsidR="000236CD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  <w:r w:rsidRPr="53EA3F55" w:rsidR="74A5A99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 </w:t>
            </w:r>
            <w:r w:rsidRPr="53EA3F55" w:rsidR="003351FB">
              <w:rPr>
                <w:rFonts w:ascii="Corbel" w:hAnsi="Corbel"/>
                <w:b w:val="0"/>
                <w:bCs w:val="0"/>
                <w:sz w:val="24"/>
                <w:szCs w:val="24"/>
              </w:rPr>
              <w:t>V</w:t>
            </w:r>
          </w:p>
        </w:tc>
      </w:tr>
      <w:tr w:rsidRPr="00F4223D" w:rsidR="00177C0C" w:rsidTr="53EA3F55" w14:paraId="1CB66030" w14:textId="77777777">
        <w:tc>
          <w:tcPr>
            <w:tcW w:w="2694" w:type="dxa"/>
            <w:tcMar/>
            <w:vAlign w:val="center"/>
          </w:tcPr>
          <w:p w:rsidRPr="00ED2CB7" w:rsidR="00177C0C" w:rsidP="00177C0C" w:rsidRDefault="00177C0C" w14:paraId="299CECF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2CB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ED2CB7" w:rsidR="00177C0C" w:rsidP="00177C0C" w:rsidRDefault="000236CD" w14:paraId="043C69E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2CB7">
              <w:rPr>
                <w:rFonts w:ascii="Corbel" w:hAnsi="Corbel"/>
                <w:b w:val="0"/>
                <w:sz w:val="24"/>
                <w:szCs w:val="24"/>
              </w:rPr>
              <w:t xml:space="preserve">obowiązkowy </w:t>
            </w:r>
          </w:p>
        </w:tc>
      </w:tr>
      <w:tr w:rsidRPr="00F4223D" w:rsidR="00177C0C" w:rsidTr="53EA3F55" w14:paraId="35A932B4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1B94D28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177C0C" w:rsidRDefault="001C60C5" w14:paraId="375E3F2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F4223D" w:rsidR="0099249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F4223D" w:rsidR="00177C0C" w:rsidTr="53EA3F55" w14:paraId="6071AA9C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370AE91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1C60C5" w:rsidRDefault="001C60C5" w14:paraId="389C54E5" w14:textId="022024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Pr="00F4223D" w:rsidR="002F3E54" w:rsidTr="53EA3F55" w14:paraId="6A256ACA" w14:textId="77777777">
        <w:tc>
          <w:tcPr>
            <w:tcW w:w="2694" w:type="dxa"/>
            <w:tcMar/>
            <w:vAlign w:val="center"/>
          </w:tcPr>
          <w:p w:rsidRPr="00F4223D" w:rsidR="002F3E54" w:rsidP="002F3E54" w:rsidRDefault="002F3E54" w14:paraId="03AAFF3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F4223D" w:rsidR="002F3E54" w:rsidP="002F3E54" w:rsidRDefault="002F3E54" w14:paraId="520D7A9B" w14:textId="7DB7BE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UR, mgr Izabela Bentkowska-Furman</w:t>
            </w:r>
          </w:p>
        </w:tc>
      </w:tr>
    </w:tbl>
    <w:p w:rsidRPr="00F4223D" w:rsidR="0085747A" w:rsidP="009C54AE" w:rsidRDefault="0085747A" w14:paraId="387EC976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 xml:space="preserve">* </w:t>
      </w:r>
      <w:r w:rsidRPr="00F4223D">
        <w:rPr>
          <w:rFonts w:ascii="Corbel" w:hAnsi="Corbel"/>
          <w:i/>
          <w:sz w:val="24"/>
          <w:szCs w:val="24"/>
        </w:rPr>
        <w:t>-</w:t>
      </w:r>
      <w:r w:rsidRPr="00F4223D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F4223D" w:rsidR="00B90885">
        <w:rPr>
          <w:rFonts w:ascii="Corbel" w:hAnsi="Corbel"/>
          <w:b w:val="0"/>
          <w:sz w:val="24"/>
          <w:szCs w:val="24"/>
        </w:rPr>
        <w:t>e,</w:t>
      </w:r>
      <w:r w:rsidRPr="00F4223D">
        <w:rPr>
          <w:rFonts w:ascii="Corbel" w:hAnsi="Corbel"/>
          <w:i/>
          <w:sz w:val="24"/>
          <w:szCs w:val="24"/>
        </w:rPr>
        <w:t xml:space="preserve"> </w:t>
      </w:r>
      <w:r w:rsidRPr="00F4223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F4223D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F4223D" w:rsidR="00923D7D" w:rsidP="009C54AE" w:rsidRDefault="00923D7D" w14:paraId="730373E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F4223D" w:rsidR="0085747A" w:rsidP="009C54AE" w:rsidRDefault="0085747A" w14:paraId="668356E9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>1.</w:t>
      </w:r>
      <w:r w:rsidRPr="00F4223D" w:rsidR="00E22FBC">
        <w:rPr>
          <w:rFonts w:ascii="Corbel" w:hAnsi="Corbel"/>
          <w:sz w:val="24"/>
          <w:szCs w:val="24"/>
        </w:rPr>
        <w:t>1</w:t>
      </w:r>
      <w:r w:rsidRPr="00F4223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F4223D" w:rsidR="00923D7D" w:rsidP="009C54AE" w:rsidRDefault="00923D7D" w14:paraId="57AA26B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834"/>
        <w:gridCol w:w="799"/>
        <w:gridCol w:w="975"/>
        <w:gridCol w:w="676"/>
        <w:gridCol w:w="821"/>
        <w:gridCol w:w="761"/>
        <w:gridCol w:w="948"/>
        <w:gridCol w:w="1188"/>
        <w:gridCol w:w="1501"/>
      </w:tblGrid>
      <w:tr w:rsidRPr="00F4223D" w:rsidR="00015B8F" w:rsidTr="53EA3F55" w14:paraId="44D1D2AA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D2CB7" w:rsidR="00015B8F" w:rsidP="009C54AE" w:rsidRDefault="00015B8F" w14:paraId="359D622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2CB7">
              <w:rPr>
                <w:rFonts w:ascii="Corbel" w:hAnsi="Corbel"/>
                <w:szCs w:val="24"/>
              </w:rPr>
              <w:t>Semestr</w:t>
            </w:r>
          </w:p>
          <w:p w:rsidRPr="00ED2CB7" w:rsidR="00015B8F" w:rsidP="009C54AE" w:rsidRDefault="002B5EA0" w14:paraId="71CA3F5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2CB7">
              <w:rPr>
                <w:rFonts w:ascii="Corbel" w:hAnsi="Corbel"/>
                <w:szCs w:val="24"/>
              </w:rPr>
              <w:t>(</w:t>
            </w:r>
            <w:r w:rsidRPr="00ED2CB7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2CB7" w:rsidR="00015B8F" w:rsidP="53EA3F55" w:rsidRDefault="00015B8F" w14:paraId="76EBCA28" w14:textId="04871AE4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3EA3F55" w:rsidR="691847E5">
              <w:rPr>
                <w:rFonts w:ascii="Corbel" w:hAnsi="Corbel"/>
              </w:rPr>
              <w:t>Wykł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2CB7" w:rsidR="00015B8F" w:rsidP="009C54AE" w:rsidRDefault="00015B8F" w14:paraId="4EB7688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2CB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2CB7" w:rsidR="00015B8F" w:rsidP="009C54AE" w:rsidRDefault="00015B8F" w14:paraId="6D31D09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2CB7">
              <w:rPr>
                <w:rFonts w:ascii="Corbel" w:hAnsi="Corbel"/>
                <w:szCs w:val="24"/>
              </w:rPr>
              <w:t>Konw</w:t>
            </w:r>
            <w:proofErr w:type="spellEnd"/>
            <w:r w:rsidRPr="00ED2C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2CB7" w:rsidR="00015B8F" w:rsidP="53EA3F55" w:rsidRDefault="00015B8F" w14:paraId="2B1C30FC" w14:textId="62EC7B49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3EA3F55" w:rsidR="691847E5">
              <w:rPr>
                <w:rFonts w:ascii="Corbel" w:hAnsi="Corbel"/>
              </w:rPr>
              <w:t>Lab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2CB7" w:rsidR="00015B8F" w:rsidP="009C54AE" w:rsidRDefault="00015B8F" w14:paraId="738FFE6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2CB7">
              <w:rPr>
                <w:rFonts w:ascii="Corbel" w:hAnsi="Corbel"/>
                <w:szCs w:val="24"/>
              </w:rPr>
              <w:t>Sem</w:t>
            </w:r>
            <w:proofErr w:type="spellEnd"/>
            <w:r w:rsidRPr="00ED2C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2CB7" w:rsidR="00015B8F" w:rsidP="009C54AE" w:rsidRDefault="00015B8F" w14:paraId="761F7A8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2CB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2CB7" w:rsidR="00015B8F" w:rsidP="009C54AE" w:rsidRDefault="00015B8F" w14:paraId="30AB6C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2CB7">
              <w:rPr>
                <w:rFonts w:ascii="Corbel" w:hAnsi="Corbel"/>
                <w:szCs w:val="24"/>
              </w:rPr>
              <w:t>Prakt</w:t>
            </w:r>
            <w:proofErr w:type="spellEnd"/>
            <w:r w:rsidRPr="00ED2C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2CB7" w:rsidR="00015B8F" w:rsidP="009C54AE" w:rsidRDefault="00015B8F" w14:paraId="3B72EDC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2CB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2CB7" w:rsidR="00015B8F" w:rsidP="009C54AE" w:rsidRDefault="00015B8F" w14:paraId="4319836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D2CB7">
              <w:rPr>
                <w:rFonts w:ascii="Corbel" w:hAnsi="Corbel"/>
                <w:b/>
                <w:szCs w:val="24"/>
              </w:rPr>
              <w:t>Liczba pkt</w:t>
            </w:r>
            <w:r w:rsidRPr="00ED2CB7" w:rsidR="00B90885">
              <w:rPr>
                <w:rFonts w:ascii="Corbel" w:hAnsi="Corbel"/>
                <w:b/>
                <w:szCs w:val="24"/>
              </w:rPr>
              <w:t>.</w:t>
            </w:r>
            <w:r w:rsidRPr="00ED2CB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F4223D" w:rsidR="00015B8F" w:rsidTr="53EA3F55" w14:paraId="3AD3EC40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D2CB7" w:rsidR="00015B8F" w:rsidP="009C54AE" w:rsidRDefault="002F3E54" w14:paraId="408BA6F7" w14:textId="649152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2CB7" w:rsidR="00015B8F" w:rsidP="009C54AE" w:rsidRDefault="00316F8D" w14:paraId="48911817" w14:textId="423E2F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3EA3F55" w:rsidR="7D7CDAA6">
              <w:rPr>
                <w:rFonts w:ascii="Corbel" w:hAnsi="Corbel"/>
                <w:sz w:val="24"/>
                <w:szCs w:val="24"/>
              </w:rPr>
              <w:t>3</w:t>
            </w:r>
            <w:r w:rsidRPr="53EA3F55" w:rsidR="00EE637C">
              <w:rPr>
                <w:rFonts w:ascii="Corbel" w:hAnsi="Corbel"/>
                <w:sz w:val="24"/>
                <w:szCs w:val="24"/>
              </w:rPr>
              <w:t>0</w:t>
            </w:r>
            <w:r w:rsidRPr="53EA3F55" w:rsidR="00EE637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2CB7" w:rsidR="00015B8F" w:rsidP="53EA3F55" w:rsidRDefault="00316F8D" w14:paraId="0155F357" w14:textId="77314742">
            <w:pPr>
              <w:pStyle w:val="centralniewrubryc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53EA3F55" w:rsidR="10C99CD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2CB7" w:rsidR="00015B8F" w:rsidP="009C54AE" w:rsidRDefault="00015B8F" w14:paraId="596500E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2CB7" w:rsidR="00015B8F" w:rsidP="009C54AE" w:rsidRDefault="00015B8F" w14:paraId="12E1B0B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2CB7" w:rsidR="00015B8F" w:rsidP="009C54AE" w:rsidRDefault="00015B8F" w14:paraId="7745EE6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2CB7" w:rsidR="00015B8F" w:rsidP="009C54AE" w:rsidRDefault="00015B8F" w14:paraId="50D85BB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2CB7" w:rsidR="00015B8F" w:rsidP="009C54AE" w:rsidRDefault="00015B8F" w14:paraId="17430AB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2CB7" w:rsidR="00015B8F" w:rsidP="009C54AE" w:rsidRDefault="00015B8F" w14:paraId="01FDFD4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2CB7" w:rsidR="00015B8F" w:rsidP="009C54AE" w:rsidRDefault="00EE637C" w14:paraId="07EA192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2CB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F4223D" w:rsidR="00923D7D" w:rsidP="00BE6755" w:rsidRDefault="00923D7D" w14:paraId="6F1B201D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F4223D" w:rsidR="0085747A" w:rsidP="00F83B28" w:rsidRDefault="0085747A" w14:paraId="7EABF76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>1.</w:t>
      </w:r>
      <w:r w:rsidRPr="00F4223D" w:rsidR="00E22FBC">
        <w:rPr>
          <w:rFonts w:ascii="Corbel" w:hAnsi="Corbel"/>
          <w:smallCaps w:val="0"/>
          <w:szCs w:val="24"/>
        </w:rPr>
        <w:t>2</w:t>
      </w:r>
      <w:r w:rsidRPr="00F4223D" w:rsidR="00F83B28">
        <w:rPr>
          <w:rFonts w:ascii="Corbel" w:hAnsi="Corbel"/>
          <w:smallCaps w:val="0"/>
          <w:szCs w:val="24"/>
        </w:rPr>
        <w:t>.</w:t>
      </w:r>
      <w:r w:rsidRPr="00F4223D" w:rsidR="00F83B28">
        <w:rPr>
          <w:rFonts w:ascii="Corbel" w:hAnsi="Corbel"/>
          <w:smallCaps w:val="0"/>
          <w:szCs w:val="24"/>
        </w:rPr>
        <w:tab/>
      </w:r>
      <w:r w:rsidRPr="00F4223D">
        <w:rPr>
          <w:rFonts w:ascii="Corbel" w:hAnsi="Corbel"/>
          <w:smallCaps w:val="0"/>
          <w:szCs w:val="24"/>
        </w:rPr>
        <w:t xml:space="preserve">Sposób realizacji zajęć  </w:t>
      </w:r>
    </w:p>
    <w:p w:rsidRPr="00F4223D" w:rsidR="0085747A" w:rsidP="53EA3F55" w:rsidRDefault="00177C0C" w14:paraId="263E7EBD" w14:textId="6A351897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53EA3F55" w:rsidR="382988AF">
        <w:rPr>
          <w:rFonts w:ascii="Corbel" w:hAnsi="Corbel" w:eastAsia="MS Gothic" w:cs="Segoe UI Symbol"/>
          <w:b w:val="0"/>
          <w:bCs w:val="0"/>
        </w:rPr>
        <w:t xml:space="preserve">  </w:t>
      </w:r>
      <w:r w:rsidRPr="53EA3F55" w:rsidR="00177C0C">
        <w:rPr>
          <w:rFonts w:ascii="Corbel" w:hAnsi="Corbel" w:eastAsia="MS Gothic" w:cs="Segoe UI Symbol"/>
          <w:b w:val="0"/>
          <w:bCs w:val="0"/>
        </w:rPr>
        <w:t>x</w:t>
      </w:r>
      <w:r w:rsidRPr="53EA3F55" w:rsidR="0085747A">
        <w:rPr>
          <w:rFonts w:ascii="Corbel" w:hAnsi="Corbel"/>
          <w:b w:val="0"/>
          <w:bCs w:val="0"/>
          <w:caps w:val="0"/>
          <w:smallCaps w:val="0"/>
        </w:rPr>
        <w:t xml:space="preserve"> zajęcia w formie tradycyjnej </w:t>
      </w:r>
    </w:p>
    <w:p w:rsidRPr="003351FB" w:rsidR="0085747A" w:rsidP="0070058E" w:rsidRDefault="0070058E" w14:paraId="4690D02F" w14:textId="7777777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3351FB">
        <w:rPr>
          <w:rFonts w:hint="eastAsia" w:ascii="MS Gothic" w:hAnsi="MS Gothic" w:eastAsia="MS Gothic" w:cs="MS Gothic"/>
          <w:b w:val="0"/>
          <w:color w:val="000000" w:themeColor="text1"/>
          <w:szCs w:val="24"/>
        </w:rPr>
        <w:t>☐</w:t>
      </w:r>
      <w:r w:rsidRPr="003351FB" w:rsidR="0085747A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:rsidRPr="00C674D0" w:rsidR="0085747A" w:rsidP="009C54AE" w:rsidRDefault="0085747A" w14:paraId="3C8F6567" w14:textId="77777777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p w:rsidRPr="00F4223D" w:rsidR="00E22FBC" w:rsidP="00F83B28" w:rsidRDefault="00E22FBC" w14:paraId="6432017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1.3 </w:t>
      </w:r>
      <w:r w:rsidRPr="00F4223D" w:rsidR="00F83B28">
        <w:rPr>
          <w:rFonts w:ascii="Corbel" w:hAnsi="Corbel"/>
          <w:smallCaps w:val="0"/>
          <w:szCs w:val="24"/>
        </w:rPr>
        <w:tab/>
      </w:r>
      <w:r w:rsidRPr="00F4223D">
        <w:rPr>
          <w:rFonts w:ascii="Corbel" w:hAnsi="Corbel"/>
          <w:smallCaps w:val="0"/>
          <w:szCs w:val="24"/>
        </w:rPr>
        <w:t>For</w:t>
      </w:r>
      <w:r w:rsidRPr="00F4223D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F4223D">
        <w:rPr>
          <w:rFonts w:ascii="Corbel" w:hAnsi="Corbel"/>
          <w:smallCaps w:val="0"/>
          <w:szCs w:val="24"/>
        </w:rPr>
        <w:t xml:space="preserve"> (z toku) </w:t>
      </w:r>
      <w:r w:rsidRPr="00F4223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F4223D" w:rsidR="00177C0C" w:rsidP="009C54AE" w:rsidRDefault="00177C0C" w14:paraId="6D6E7B3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C54AE" w:rsidP="009C54AE" w:rsidRDefault="001C67CF" w14:paraId="427A7A3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ED2CB7">
        <w:rPr>
          <w:rFonts w:ascii="Corbel" w:hAnsi="Corbel"/>
          <w:b w:val="0"/>
          <w:smallCaps w:val="0"/>
          <w:szCs w:val="24"/>
        </w:rPr>
        <w:t xml:space="preserve">Egzamin </w:t>
      </w:r>
    </w:p>
    <w:p w:rsidRPr="00F4223D" w:rsidR="001C67CF" w:rsidP="009C54AE" w:rsidRDefault="001C67CF" w14:paraId="6FAEC26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Zaliczenie z oceną </w:t>
      </w:r>
    </w:p>
    <w:p w:rsidRPr="00F4223D" w:rsidR="00E960BB" w:rsidP="009C54AE" w:rsidRDefault="00E960BB" w14:paraId="1E65CFE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42E49D0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F4223D">
        <w:rPr>
          <w:rFonts w:ascii="Corbel" w:hAnsi="Corbel"/>
          <w:szCs w:val="24"/>
        </w:rPr>
        <w:t xml:space="preserve">2.Wymagania wstępne </w:t>
      </w:r>
    </w:p>
    <w:p w:rsidRPr="00F4223D" w:rsidR="00BE6755" w:rsidP="009C54AE" w:rsidRDefault="00BE6755" w14:paraId="576877B8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4223D" w:rsidR="0085747A" w:rsidTr="00745302" w14:paraId="06CF476F" w14:textId="77777777">
        <w:tc>
          <w:tcPr>
            <w:tcW w:w="9670" w:type="dxa"/>
          </w:tcPr>
          <w:p w:rsidRPr="00F4223D" w:rsidR="0085747A" w:rsidP="00ED2CB7" w:rsidRDefault="00EB6F9A" w14:paraId="5DC5C2CE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2C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organizacji i zadań administracji publicznej </w:t>
            </w:r>
            <w:r w:rsidRPr="00ED2CB7" w:rsidR="00ED2C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Pr="00F4223D" w:rsidR="00153C41" w:rsidP="009C54AE" w:rsidRDefault="00153C41" w14:paraId="58F424B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4223D" w:rsidR="0085747A" w:rsidP="009C54AE" w:rsidRDefault="0071620A" w14:paraId="2930A36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F4223D">
        <w:rPr>
          <w:rFonts w:ascii="Corbel" w:hAnsi="Corbel"/>
          <w:szCs w:val="24"/>
        </w:rPr>
        <w:t>3.</w:t>
      </w:r>
      <w:r w:rsidRPr="00F4223D" w:rsidR="0085747A">
        <w:rPr>
          <w:rFonts w:ascii="Corbel" w:hAnsi="Corbel"/>
          <w:szCs w:val="24"/>
        </w:rPr>
        <w:t xml:space="preserve"> </w:t>
      </w:r>
      <w:r w:rsidRPr="00F4223D" w:rsidR="00A84C85">
        <w:rPr>
          <w:rFonts w:ascii="Corbel" w:hAnsi="Corbel"/>
          <w:szCs w:val="24"/>
        </w:rPr>
        <w:t>cele, efekty uczenia się</w:t>
      </w:r>
      <w:r w:rsidRPr="00F4223D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F4223D" w:rsidR="0085747A" w:rsidP="009C54AE" w:rsidRDefault="0085747A" w14:paraId="49FA292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4223D" w:rsidR="0085747A" w:rsidP="009C54AE" w:rsidRDefault="0071620A" w14:paraId="1D095226" w14:textId="77777777">
      <w:pPr>
        <w:pStyle w:val="Podpunkty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 xml:space="preserve">3.1 </w:t>
      </w:r>
      <w:r w:rsidRPr="00F4223D" w:rsidR="00C05F44">
        <w:rPr>
          <w:rFonts w:ascii="Corbel" w:hAnsi="Corbel"/>
          <w:sz w:val="24"/>
          <w:szCs w:val="24"/>
        </w:rPr>
        <w:t>Cele przedmiotu</w:t>
      </w:r>
    </w:p>
    <w:p w:rsidRPr="00F4223D" w:rsidR="00F83B28" w:rsidP="009C54AE" w:rsidRDefault="00F83B28" w14:paraId="09A15041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F4223D" w:rsidR="0085747A" w:rsidTr="00177C0C" w14:paraId="76C54138" w14:textId="77777777">
        <w:tc>
          <w:tcPr>
            <w:tcW w:w="844" w:type="dxa"/>
            <w:vAlign w:val="center"/>
          </w:tcPr>
          <w:p w:rsidRPr="00F4223D" w:rsidR="0085747A" w:rsidP="009C54AE" w:rsidRDefault="0085747A" w14:paraId="0C9075E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F4223D" w:rsidR="004D7553" w:rsidP="00C77EE9" w:rsidRDefault="00177C0C" w14:paraId="1D08D44D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</w:t>
            </w:r>
            <w:r w:rsidRPr="00F4223D" w:rsidR="00B355D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tudenta z </w:t>
            </w:r>
            <w:r w:rsidR="001C67CF">
              <w:rPr>
                <w:rFonts w:ascii="Corbel" w:hAnsi="Corbel"/>
                <w:b w:val="0"/>
                <w:sz w:val="24"/>
                <w:szCs w:val="24"/>
              </w:rPr>
              <w:t>wiedzą</w:t>
            </w:r>
            <w:r w:rsidRPr="004D7553" w:rsidR="004D7553">
              <w:rPr>
                <w:rFonts w:ascii="Corbel" w:hAnsi="Corbel"/>
                <w:b w:val="0"/>
                <w:sz w:val="24"/>
                <w:szCs w:val="24"/>
              </w:rPr>
              <w:t xml:space="preserve"> na temat kontroli </w:t>
            </w:r>
            <w:r w:rsidR="00C77EE9">
              <w:rPr>
                <w:rFonts w:ascii="Corbel" w:hAnsi="Corbel"/>
                <w:b w:val="0"/>
                <w:sz w:val="24"/>
                <w:szCs w:val="24"/>
              </w:rPr>
              <w:t>i nadzorów</w:t>
            </w:r>
            <w:r w:rsidR="001C67C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D7553" w:rsidR="004D7553">
              <w:rPr>
                <w:rFonts w:ascii="Corbel" w:hAnsi="Corbel"/>
                <w:b w:val="0"/>
                <w:sz w:val="24"/>
                <w:szCs w:val="24"/>
              </w:rPr>
              <w:t>administracji publicznej, rodzajów i kryteriów oraz uprawnień i obowiązków podmiotów kont</w:t>
            </w:r>
            <w:r w:rsidR="001C67CF">
              <w:rPr>
                <w:rFonts w:ascii="Corbel" w:hAnsi="Corbel"/>
                <w:b w:val="0"/>
                <w:sz w:val="24"/>
                <w:szCs w:val="24"/>
              </w:rPr>
              <w:t>rolowanych</w:t>
            </w:r>
            <w:r w:rsidR="00C77EE9">
              <w:rPr>
                <w:rFonts w:ascii="Corbel" w:hAnsi="Corbel"/>
                <w:b w:val="0"/>
                <w:sz w:val="24"/>
                <w:szCs w:val="24"/>
              </w:rPr>
              <w:t>, nadzorowanych</w:t>
            </w:r>
            <w:r w:rsidR="001C67CF">
              <w:rPr>
                <w:rFonts w:ascii="Corbel" w:hAnsi="Corbel"/>
                <w:b w:val="0"/>
                <w:sz w:val="24"/>
                <w:szCs w:val="24"/>
              </w:rPr>
              <w:t xml:space="preserve"> oraz kontrolujących</w:t>
            </w:r>
            <w:r w:rsidR="00C77EE9">
              <w:rPr>
                <w:rFonts w:ascii="Corbel" w:hAnsi="Corbel"/>
                <w:b w:val="0"/>
                <w:sz w:val="24"/>
                <w:szCs w:val="24"/>
              </w:rPr>
              <w:t xml:space="preserve"> i nadzorujących. </w:t>
            </w:r>
          </w:p>
        </w:tc>
      </w:tr>
      <w:tr w:rsidRPr="00F4223D" w:rsidR="00177C0C" w:rsidTr="00177C0C" w14:paraId="0F104A1D" w14:textId="77777777">
        <w:tc>
          <w:tcPr>
            <w:tcW w:w="844" w:type="dxa"/>
            <w:vAlign w:val="center"/>
          </w:tcPr>
          <w:p w:rsidRPr="00F4223D" w:rsidR="00177C0C" w:rsidP="00177C0C" w:rsidRDefault="00177C0C" w14:paraId="08640AD7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eastAsia="Calibri"/>
                <w:color w:val="000000"/>
                <w:sz w:val="24"/>
                <w:szCs w:val="24"/>
                <w:lang w:eastAsia="en-US"/>
              </w:rPr>
            </w:pPr>
            <w:r w:rsidRPr="00F4223D">
              <w:rPr>
                <w:rFonts w:ascii="Corbel" w:hAnsi="Corbel" w:eastAsia="Calibri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6" w:type="dxa"/>
            <w:vAlign w:val="center"/>
          </w:tcPr>
          <w:p w:rsidRPr="00F4223D" w:rsidR="00177C0C" w:rsidP="001C67CF" w:rsidRDefault="00177C0C" w14:paraId="01009993" w14:textId="77777777">
            <w:pPr>
              <w:pStyle w:val="Podpunkty"/>
              <w:spacing w:before="40" w:after="40"/>
              <w:ind w:left="0"/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F4223D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Celem przedmiotu jest również zdobycie przez </w:t>
            </w:r>
            <w:r w:rsidRPr="00F4223D" w:rsidR="00B355D6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s</w:t>
            </w:r>
            <w:r w:rsidRPr="00F4223D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tudenta </w:t>
            </w:r>
            <w:r w:rsidR="001C67CF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wiedzy z zakresu </w:t>
            </w:r>
            <w:r w:rsidRPr="00F4223D" w:rsidR="00BC518A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1C67CF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prawnego</w:t>
            </w:r>
            <w:r w:rsidRPr="001C67CF" w:rsidR="001C67CF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system kontroli</w:t>
            </w:r>
            <w:r w:rsidR="001C67CF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i nadzoru</w:t>
            </w:r>
            <w:r w:rsidRPr="001C67CF" w:rsidR="001C67CF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oraz </w:t>
            </w:r>
            <w:r w:rsidR="001C67CF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znać</w:t>
            </w:r>
            <w:r w:rsidRPr="001C67CF" w:rsidR="001C67CF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1C67CF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rodzaje</w:t>
            </w:r>
            <w:r w:rsidRPr="001C67CF" w:rsidR="001C67CF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i kompetencj</w:t>
            </w:r>
            <w:r w:rsidR="001C67CF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e</w:t>
            </w:r>
            <w:r w:rsidRPr="001C67CF" w:rsidR="001C67CF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organów przeprowadzających kontrolę </w:t>
            </w:r>
            <w:r w:rsidR="001C67CF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i nadzór w administracji publicznej.</w:t>
            </w:r>
          </w:p>
        </w:tc>
      </w:tr>
    </w:tbl>
    <w:p w:rsidRPr="00F4223D" w:rsidR="0085747A" w:rsidP="009C54AE" w:rsidRDefault="0085747A" w14:paraId="7EF7E65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F4223D" w:rsidR="001D7B54" w:rsidP="009C54AE" w:rsidRDefault="009F4610" w14:paraId="074D937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b/>
          <w:sz w:val="24"/>
          <w:szCs w:val="24"/>
        </w:rPr>
        <w:t xml:space="preserve">3.2 </w:t>
      </w:r>
      <w:r w:rsidRPr="00F4223D" w:rsidR="001D7B54">
        <w:rPr>
          <w:rFonts w:ascii="Corbel" w:hAnsi="Corbel"/>
          <w:b/>
          <w:sz w:val="24"/>
          <w:szCs w:val="24"/>
        </w:rPr>
        <w:t xml:space="preserve">Efekty </w:t>
      </w:r>
      <w:r w:rsidRPr="00F4223D" w:rsidR="00C05F44">
        <w:rPr>
          <w:rFonts w:ascii="Corbel" w:hAnsi="Corbel"/>
          <w:b/>
          <w:sz w:val="24"/>
          <w:szCs w:val="24"/>
        </w:rPr>
        <w:t xml:space="preserve">uczenia się </w:t>
      </w:r>
      <w:r w:rsidRPr="00F4223D" w:rsidR="001D7B54">
        <w:rPr>
          <w:rFonts w:ascii="Corbel" w:hAnsi="Corbel"/>
          <w:b/>
          <w:sz w:val="24"/>
          <w:szCs w:val="24"/>
        </w:rPr>
        <w:t>dla przedmiotu</w:t>
      </w:r>
      <w:r w:rsidRPr="00F4223D" w:rsidR="00445970">
        <w:rPr>
          <w:rFonts w:ascii="Corbel" w:hAnsi="Corbel"/>
          <w:sz w:val="24"/>
          <w:szCs w:val="24"/>
        </w:rPr>
        <w:t xml:space="preserve"> </w:t>
      </w:r>
    </w:p>
    <w:p w:rsidRPr="00F4223D" w:rsidR="001D7B54" w:rsidP="009C54AE" w:rsidRDefault="001D7B54" w14:paraId="461EAF9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F4223D" w:rsidR="0085747A" w:rsidTr="00535449" w14:paraId="7157B09B" w14:textId="77777777">
        <w:tc>
          <w:tcPr>
            <w:tcW w:w="1681" w:type="dxa"/>
            <w:vAlign w:val="center"/>
          </w:tcPr>
          <w:p w:rsidRPr="00F4223D" w:rsidR="0085747A" w:rsidP="009C54AE" w:rsidRDefault="0085747A" w14:paraId="2242332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smallCaps w:val="0"/>
                <w:szCs w:val="24"/>
              </w:rPr>
              <w:t>EK</w:t>
            </w:r>
            <w:r w:rsidRPr="00F4223D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F4223D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F4223D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F4223D" w:rsidR="0085747A" w:rsidP="00C05F44" w:rsidRDefault="0085747A" w14:paraId="60B0509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F4223D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F4223D" w:rsidR="0085747A" w:rsidP="00C05F44" w:rsidRDefault="0085747A" w14:paraId="671024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4223D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F4223D" w:rsidR="00363F3D" w:rsidTr="00535449" w14:paraId="4899AE19" w14:textId="77777777">
        <w:tc>
          <w:tcPr>
            <w:tcW w:w="1681" w:type="dxa"/>
          </w:tcPr>
          <w:p w:rsidRPr="00F4223D" w:rsidR="00363F3D" w:rsidP="00535449" w:rsidRDefault="00363F3D" w14:paraId="4C1F13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F3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Pr="00676174" w:rsidR="00363F3D" w:rsidP="00676174" w:rsidRDefault="00363F3D" w14:paraId="5F41FCDB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63F3D">
              <w:rPr>
                <w:rFonts w:ascii="Corbel" w:hAnsi="Corbel"/>
                <w:b w:val="0"/>
                <w:smallCaps w:val="0"/>
                <w:szCs w:val="24"/>
              </w:rPr>
              <w:t>ma podstawową wiedzę o charakterze nauk prawnych, w tym prawno-administracyjnych, 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administracji;</w:t>
            </w:r>
          </w:p>
        </w:tc>
        <w:tc>
          <w:tcPr>
            <w:tcW w:w="1865" w:type="dxa"/>
          </w:tcPr>
          <w:p w:rsidRPr="00F4223D" w:rsidR="00363F3D" w:rsidP="00535449" w:rsidRDefault="00363F3D" w14:paraId="018E3B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EE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F4223D" w:rsidR="00535449" w:rsidTr="00535449" w14:paraId="461B8958" w14:textId="77777777">
        <w:tc>
          <w:tcPr>
            <w:tcW w:w="1681" w:type="dxa"/>
          </w:tcPr>
          <w:p w:rsidRPr="00F4223D" w:rsidR="00535449" w:rsidP="00535449" w:rsidRDefault="00D24D91" w14:paraId="4AB8C1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676174" w:rsidP="006132CF" w:rsidRDefault="001C67CF" w14:paraId="2CE4880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63F3D" w:rsidR="00363F3D">
              <w:rPr>
                <w:rFonts w:ascii="Corbel" w:hAnsi="Corbel"/>
                <w:b w:val="0"/>
                <w:smallCaps w:val="0"/>
                <w:szCs w:val="24"/>
              </w:rPr>
              <w:t>ma podstawową wiedzę o relacjach między strukturami i instytucjami administracji publicznej;</w:t>
            </w:r>
          </w:p>
          <w:p w:rsidRPr="00F4223D" w:rsidR="00535449" w:rsidP="006132CF" w:rsidRDefault="00535449" w14:paraId="564301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:rsidRPr="00F4223D" w:rsidR="00535449" w:rsidP="00535449" w:rsidRDefault="00535449" w14:paraId="63AEDB2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F4223D" w:rsidR="002466BB" w:rsidTr="00535449" w14:paraId="3251B245" w14:textId="77777777">
        <w:tc>
          <w:tcPr>
            <w:tcW w:w="1681" w:type="dxa"/>
          </w:tcPr>
          <w:p w:rsidRPr="00F4223D" w:rsidR="002466BB" w:rsidP="002466BB" w:rsidRDefault="000A4CA2" w14:paraId="2970C4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24D9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Pr="00F4223D" w:rsidR="002466BB" w:rsidP="00363F3D" w:rsidRDefault="00533BAF" w14:paraId="66369E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63F3D" w:rsidR="00363F3D">
              <w:rPr>
                <w:rFonts w:ascii="Corbel" w:hAnsi="Corbel"/>
                <w:b w:val="0"/>
                <w:smallCaps w:val="0"/>
                <w:szCs w:val="24"/>
              </w:rPr>
              <w:t>zna podstawową terminologię z zakresu dyscyplin naukowych realizowanych według planu studiów administracyjnych;</w:t>
            </w:r>
            <w:r w:rsidR="006132C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F4223D" w:rsidR="002466BB" w:rsidP="002466BB" w:rsidRDefault="00363F3D" w14:paraId="5864E9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F4223D" w:rsidR="00D24D91" w:rsidTr="00535449" w14:paraId="093EEBC4" w14:textId="77777777">
        <w:tc>
          <w:tcPr>
            <w:tcW w:w="1681" w:type="dxa"/>
          </w:tcPr>
          <w:p w:rsidRPr="00F4223D" w:rsidR="00D24D91" w:rsidP="002466BB" w:rsidRDefault="00D24D91" w14:paraId="0330DB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363F3D" w:rsidR="00D24D91" w:rsidP="00363F3D" w:rsidRDefault="00533BAF" w14:paraId="047026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D24D91" w:rsidR="00D24D91">
              <w:rPr>
                <w:rFonts w:ascii="Corbel" w:hAnsi="Corbel"/>
                <w:b w:val="0"/>
                <w:smallCaps w:val="0"/>
                <w:szCs w:val="24"/>
              </w:rPr>
              <w:t>zna i rozumie metody, narzędzia i techniki pozyskiwania danych właściwe dla nauk administracyjnych pozwalające opisywać organy administracji publicznej, ich struktury oraz zasady działania;</w:t>
            </w:r>
          </w:p>
        </w:tc>
        <w:tc>
          <w:tcPr>
            <w:tcW w:w="1865" w:type="dxa"/>
          </w:tcPr>
          <w:p w:rsidR="00D24D91" w:rsidP="002466BB" w:rsidRDefault="00D24D91" w14:paraId="5D79159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F4223D" w:rsidR="000A4CA2" w:rsidTr="00535449" w14:paraId="1EF0FEDC" w14:textId="77777777">
        <w:tc>
          <w:tcPr>
            <w:tcW w:w="1681" w:type="dxa"/>
          </w:tcPr>
          <w:p w:rsidRPr="00F4223D" w:rsidR="000A4CA2" w:rsidP="000A4CA2" w:rsidRDefault="000A4CA2" w14:paraId="4DE76A2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24D9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:rsidR="00676174" w:rsidP="000A4CA2" w:rsidRDefault="00533BAF" w14:paraId="41E17E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D24D91" w:rsidR="00D24D91">
              <w:rPr>
                <w:rFonts w:ascii="Corbel" w:hAnsi="Corbel"/>
                <w:b w:val="0"/>
                <w:smallCaps w:val="0"/>
                <w:szCs w:val="24"/>
              </w:rPr>
              <w:t>potrafi prawidłowo identyfikować i  interpretować zjawiska prawne, społeczne, ekonomiczne, polityczne i organizacyjne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związane z kontrolą i nadzorem</w:t>
            </w:r>
            <w:r w:rsidRPr="00D24D91" w:rsidR="00D24D91">
              <w:rPr>
                <w:rFonts w:ascii="Corbel" w:hAnsi="Corbel"/>
                <w:b w:val="0"/>
                <w:smallCaps w:val="0"/>
                <w:szCs w:val="24"/>
              </w:rPr>
              <w:t>, analizować ich powiązania z różnymi obszarami działalności administracyjnej;</w:t>
            </w:r>
          </w:p>
          <w:p w:rsidRPr="00F4223D" w:rsidR="000A4CA2" w:rsidP="000A4CA2" w:rsidRDefault="000A4CA2" w14:paraId="02CAE7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:rsidRPr="00F4223D" w:rsidR="000A4CA2" w:rsidP="000A4CA2" w:rsidRDefault="00BC717F" w14:paraId="3D1D0F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F4223D" w:rsidR="000A4CA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Pr="00F4223D" w:rsidR="00D24D91" w:rsidTr="00535449" w14:paraId="3C3C7D65" w14:textId="77777777">
        <w:tc>
          <w:tcPr>
            <w:tcW w:w="1681" w:type="dxa"/>
          </w:tcPr>
          <w:p w:rsidRPr="00F4223D" w:rsidR="00D24D91" w:rsidP="000A4CA2" w:rsidRDefault="00D24D91" w14:paraId="1E6DEF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Pr="00D24D91" w:rsidR="00D24D91" w:rsidP="00533BAF" w:rsidRDefault="00533BAF" w14:paraId="7A87EB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D24D91" w:rsidR="00D24D91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wykorzystania zdobytej  wiedzy teoretycznej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zakresu kontroli i nadzoru,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podstawowych jej rodzajów i kryteriów</w:t>
            </w:r>
            <w:r w:rsidRPr="00533B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D24D91" w:rsidR="00D24D91">
              <w:rPr>
                <w:rFonts w:ascii="Corbel" w:hAnsi="Corbel"/>
                <w:b w:val="0"/>
                <w:smallCaps w:val="0"/>
                <w:szCs w:val="24"/>
              </w:rPr>
              <w:t>do analizowania konkretnych procesów i zjawisk społecznych w administracji;</w:t>
            </w:r>
          </w:p>
        </w:tc>
        <w:tc>
          <w:tcPr>
            <w:tcW w:w="1865" w:type="dxa"/>
          </w:tcPr>
          <w:p w:rsidR="00D24D91" w:rsidP="000A4CA2" w:rsidRDefault="00D24D91" w14:paraId="4B52A2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K_U02</w:t>
            </w:r>
          </w:p>
        </w:tc>
      </w:tr>
      <w:tr w:rsidRPr="00F4223D" w:rsidR="00BC717F" w:rsidTr="00BC717F" w14:paraId="4D120F7A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BC717F" w:rsidP="005F433A" w:rsidRDefault="00D24D91" w14:paraId="77A36D3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25DBB" w:rsidP="005F433A" w:rsidRDefault="00425DBB" w14:paraId="53A2F6C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25DBB" w:rsidP="005F433A" w:rsidRDefault="00533BAF" w14:paraId="2DE147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D24D91" w:rsidR="00D24D91">
              <w:rPr>
                <w:rFonts w:ascii="Corbel" w:hAnsi="Corbel"/>
                <w:b w:val="0"/>
                <w:smallCaps w:val="0"/>
                <w:szCs w:val="24"/>
              </w:rPr>
              <w:t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 wykorzystaniem ujęć teoretycznych, a także różnych źródeł;</w:t>
            </w:r>
          </w:p>
          <w:p w:rsidRPr="00F4223D" w:rsidR="00BC717F" w:rsidP="005F433A" w:rsidRDefault="00BC717F" w14:paraId="367F9C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BC717F" w:rsidP="005F433A" w:rsidRDefault="00BC717F" w14:paraId="5890FB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Pr="00F4223D" w:rsidR="00BC717F" w:rsidTr="00BC717F" w14:paraId="208699FA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BC717F" w:rsidP="005F433A" w:rsidRDefault="00BC717F" w14:paraId="48E899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24D91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BC717F" w:rsidP="005F433A" w:rsidRDefault="00533BAF" w14:paraId="1E614F8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D24D91" w:rsidR="00D24D91">
              <w:rPr>
                <w:rFonts w:ascii="Corbel" w:hAnsi="Corbel"/>
                <w:b w:val="0"/>
                <w:smallCaps w:val="0"/>
                <w:szCs w:val="24"/>
              </w:rPr>
              <w:t>posługiwania się wiedzą i opiniami ekspertów z zakresu nauk o administracji oraz prawidłowego i samodzielnego identyfikowania i rozwiązywania problemów związanych z wykonywaniem zawodu urzędnika administracji;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BC717F" w:rsidP="005F433A" w:rsidRDefault="00BC717F" w14:paraId="163594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F4223D" w:rsidR="00BC717F" w:rsidTr="00BC717F" w14:paraId="3EEEB28C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BC717F" w:rsidP="005F433A" w:rsidRDefault="00BC717F" w14:paraId="66CDBD0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24D91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25DBB" w:rsidP="005F433A" w:rsidRDefault="00425DBB" w14:paraId="7DDA5C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F4223D" w:rsidR="00BC717F" w:rsidP="005F433A" w:rsidRDefault="00533BAF" w14:paraId="3D0E72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D24D91" w:rsidR="00D24D91">
              <w:rPr>
                <w:rFonts w:ascii="Corbel" w:hAnsi="Corbel"/>
                <w:b w:val="0"/>
                <w:smallCaps w:val="0"/>
                <w:szCs w:val="24"/>
              </w:rPr>
              <w:t>inicjowania działania i współdziałania na rzecz interesu społecznego z uwzględnieniem wymogów prawnych, administracyjnych i ekonomicznych;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33BAF" w:rsidR="00BC717F" w:rsidP="00533BAF" w:rsidRDefault="00D24D91" w14:paraId="6E57F2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BAF">
              <w:rPr>
                <w:rFonts w:ascii="Corbel" w:hAnsi="Corbel"/>
                <w:b w:val="0"/>
                <w:smallCaps w:val="0"/>
                <w:szCs w:val="24"/>
              </w:rPr>
              <w:t xml:space="preserve">K_K04 </w:t>
            </w:r>
          </w:p>
        </w:tc>
      </w:tr>
    </w:tbl>
    <w:p w:rsidRPr="00F4223D" w:rsidR="0085747A" w:rsidP="009C54AE" w:rsidRDefault="0085747A" w14:paraId="6644713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4223D" w:rsidR="0085747A" w:rsidP="009C54AE" w:rsidRDefault="00675843" w14:paraId="6AB801F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4223D">
        <w:rPr>
          <w:rFonts w:ascii="Corbel" w:hAnsi="Corbel"/>
          <w:b/>
          <w:sz w:val="24"/>
          <w:szCs w:val="24"/>
        </w:rPr>
        <w:t>3.3</w:t>
      </w:r>
      <w:r w:rsidRPr="00F4223D" w:rsidR="001D7B54">
        <w:rPr>
          <w:rFonts w:ascii="Corbel" w:hAnsi="Corbel"/>
          <w:b/>
          <w:sz w:val="24"/>
          <w:szCs w:val="24"/>
        </w:rPr>
        <w:t xml:space="preserve"> </w:t>
      </w:r>
      <w:r w:rsidRPr="00F4223D" w:rsidR="0085747A">
        <w:rPr>
          <w:rFonts w:ascii="Corbel" w:hAnsi="Corbel"/>
          <w:b/>
          <w:sz w:val="24"/>
          <w:szCs w:val="24"/>
        </w:rPr>
        <w:t>T</w:t>
      </w:r>
      <w:r w:rsidRPr="00F4223D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F4223D" w:rsidR="007327BD">
        <w:rPr>
          <w:rFonts w:ascii="Corbel" w:hAnsi="Corbel"/>
          <w:sz w:val="24"/>
          <w:szCs w:val="24"/>
        </w:rPr>
        <w:t xml:space="preserve">  </w:t>
      </w:r>
    </w:p>
    <w:p w:rsidRPr="00F4223D" w:rsidR="00675843" w:rsidP="009C54AE" w:rsidRDefault="00675843" w14:paraId="3030BA19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F4223D" w:rsidR="0085747A" w:rsidP="009C54AE" w:rsidRDefault="0085747A" w14:paraId="58602899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 xml:space="preserve">Problematyka </w:t>
      </w:r>
      <w:r w:rsidR="00DE6212">
        <w:rPr>
          <w:rFonts w:ascii="Corbel" w:hAnsi="Corbel"/>
          <w:sz w:val="24"/>
          <w:szCs w:val="24"/>
        </w:rPr>
        <w:t xml:space="preserve">wykładu </w:t>
      </w:r>
      <w:r w:rsidRPr="00F4223D">
        <w:rPr>
          <w:rFonts w:ascii="Corbel" w:hAnsi="Corbel"/>
          <w:sz w:val="24"/>
          <w:szCs w:val="24"/>
        </w:rPr>
        <w:t xml:space="preserve"> </w:t>
      </w:r>
    </w:p>
    <w:p w:rsidRPr="00F4223D" w:rsidR="0085747A" w:rsidP="009C54AE" w:rsidRDefault="0085747A" w14:paraId="7C025569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4223D" w:rsidR="0085747A" w:rsidTr="53EA3F55" w14:paraId="3BDCBC13" w14:textId="77777777">
        <w:tc>
          <w:tcPr>
            <w:tcW w:w="9520" w:type="dxa"/>
            <w:tcMar/>
          </w:tcPr>
          <w:p w:rsidRPr="00F4223D" w:rsidR="0085747A" w:rsidP="009C54AE" w:rsidRDefault="0085747A" w14:paraId="0093A990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F4223D" w:rsidR="00AE20B4" w:rsidTr="53EA3F55" w14:paraId="7E7BC6A2" w14:textId="77777777">
        <w:tc>
          <w:tcPr>
            <w:tcW w:w="9520" w:type="dxa"/>
            <w:tcMar/>
          </w:tcPr>
          <w:p w:rsidRPr="00EA4D31" w:rsidR="00AE20B4" w:rsidP="00EA4D31" w:rsidRDefault="007C74B9" w14:paraId="1E27F8A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74B9">
              <w:rPr>
                <w:rFonts w:ascii="Corbel" w:hAnsi="Corbel"/>
                <w:sz w:val="24"/>
                <w:szCs w:val="24"/>
              </w:rPr>
              <w:t>Kontrola a nadzór w nauce prawa administracyjnego –</w:t>
            </w:r>
            <w:r w:rsidR="00EA4D3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A4D31">
              <w:rPr>
                <w:rFonts w:ascii="Corbel" w:hAnsi="Corbel"/>
                <w:sz w:val="24"/>
                <w:szCs w:val="24"/>
              </w:rPr>
              <w:t xml:space="preserve">uwarunkowania </w:t>
            </w:r>
            <w:r w:rsidRPr="00EA4D31" w:rsidR="00D12727">
              <w:rPr>
                <w:rFonts w:ascii="Corbel" w:hAnsi="Corbel"/>
                <w:sz w:val="24"/>
                <w:szCs w:val="24"/>
              </w:rPr>
              <w:t>teoretyczne</w:t>
            </w:r>
            <w:r w:rsidRPr="00EA4D31">
              <w:rPr>
                <w:rFonts w:ascii="Corbel" w:hAnsi="Corbel"/>
                <w:sz w:val="24"/>
                <w:szCs w:val="24"/>
              </w:rPr>
              <w:t xml:space="preserve"> i dogmatycznoprawne</w:t>
            </w:r>
            <w:r w:rsidR="00EA4D3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F4223D" w:rsidR="00D12727" w:rsidTr="53EA3F55" w14:paraId="67838E3B" w14:textId="77777777">
        <w:tc>
          <w:tcPr>
            <w:tcW w:w="9520" w:type="dxa"/>
            <w:tcMar/>
          </w:tcPr>
          <w:p w:rsidRPr="00EA4D31" w:rsidR="00D12727" w:rsidP="00EA4D31" w:rsidRDefault="00D12727" w14:paraId="6D80211F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12727">
              <w:rPr>
                <w:rFonts w:ascii="Corbel" w:hAnsi="Corbel"/>
                <w:sz w:val="24"/>
                <w:szCs w:val="24"/>
              </w:rPr>
              <w:t>Pojęcie kon</w:t>
            </w:r>
            <w:r w:rsidR="00EA4D31">
              <w:rPr>
                <w:rFonts w:ascii="Corbel" w:hAnsi="Corbel"/>
                <w:sz w:val="24"/>
                <w:szCs w:val="24"/>
              </w:rPr>
              <w:t>troli administracji publicznej,  c</w:t>
            </w:r>
            <w:r w:rsidRPr="00EA4D31">
              <w:rPr>
                <w:rFonts w:ascii="Corbel" w:hAnsi="Corbel"/>
                <w:sz w:val="24"/>
                <w:szCs w:val="24"/>
              </w:rPr>
              <w:t xml:space="preserve">harakterystyka kontroli nad działaniami administracji publicznej. </w:t>
            </w:r>
          </w:p>
        </w:tc>
      </w:tr>
      <w:tr w:rsidRPr="00F4223D" w:rsidR="00EA4D31" w:rsidTr="53EA3F55" w14:paraId="228B3312" w14:textId="77777777">
        <w:tc>
          <w:tcPr>
            <w:tcW w:w="9520" w:type="dxa"/>
            <w:tcMar/>
          </w:tcPr>
          <w:p w:rsidRPr="00EA4D31" w:rsidR="00EA4D31" w:rsidP="00EA4D31" w:rsidRDefault="00EA4D31" w14:paraId="3CF463E5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EA4D31">
              <w:rPr>
                <w:rFonts w:ascii="Corbel" w:hAnsi="Corbel"/>
                <w:sz w:val="24"/>
                <w:szCs w:val="24"/>
              </w:rPr>
              <w:t xml:space="preserve">Zadania, rodzaje i kryteria kontroli. </w:t>
            </w:r>
          </w:p>
          <w:p w:rsidRPr="00D12727" w:rsidR="00EA4D31" w:rsidP="00EA4D31" w:rsidRDefault="00EA4D31" w14:paraId="06A928B4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EA4D31">
              <w:rPr>
                <w:rFonts w:ascii="Corbel" w:hAnsi="Corbel"/>
                <w:sz w:val="24"/>
                <w:szCs w:val="24"/>
              </w:rPr>
              <w:t xml:space="preserve">Kontrola państwowa administracji publicznej. </w:t>
            </w:r>
          </w:p>
        </w:tc>
      </w:tr>
      <w:tr w:rsidRPr="00F4223D" w:rsidR="00EA4D31" w:rsidTr="53EA3F55" w14:paraId="2C3107CE" w14:textId="77777777">
        <w:tc>
          <w:tcPr>
            <w:tcW w:w="9520" w:type="dxa"/>
            <w:tcMar/>
          </w:tcPr>
          <w:p w:rsidRPr="00082885" w:rsidR="00EA4D31" w:rsidP="00082885" w:rsidRDefault="00082885" w14:paraId="5132FD6C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82885">
              <w:rPr>
                <w:rFonts w:ascii="Corbel" w:hAnsi="Corbel"/>
                <w:sz w:val="24"/>
                <w:szCs w:val="24"/>
              </w:rPr>
              <w:t>Kontrola wewnątrzadministracyjna: rządowa, resortowa i międzyresortowa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F4223D" w:rsidR="00082885" w:rsidTr="53EA3F55" w14:paraId="11EB9916" w14:textId="77777777">
        <w:tc>
          <w:tcPr>
            <w:tcW w:w="9520" w:type="dxa"/>
            <w:tcMar/>
          </w:tcPr>
          <w:p w:rsidR="00082885" w:rsidRDefault="00082885" w14:paraId="70052F11" w14:textId="77777777">
            <w:r w:rsidRPr="00B1186D">
              <w:t>Kontrola zewnętrzna nad administracją: kontrola parlamentarna, kontrola Trybunału Konstytucyjnego i Trybunału Stanu, kontrola sądowa, kontrola Rzecznika Praw Obywatelskich, kontrola Najwyższej Izby Kontroli, kontrola Państwowej Inspekcji Pracy, kontrola obywatelska, kontrola prokuratorska</w:t>
            </w:r>
            <w:r>
              <w:t>.</w:t>
            </w:r>
          </w:p>
        </w:tc>
      </w:tr>
      <w:tr w:rsidRPr="00F4223D" w:rsidR="00EA4D31" w:rsidTr="53EA3F55" w14:paraId="7BC66E16" w14:textId="77777777">
        <w:tc>
          <w:tcPr>
            <w:tcW w:w="9520" w:type="dxa"/>
            <w:tcMar/>
          </w:tcPr>
          <w:p w:rsidRPr="00EA4D31" w:rsidR="00EA4D31" w:rsidP="00EA4D31" w:rsidRDefault="00EA4D31" w14:paraId="165CA8DA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istota nadzoru, jego rodzaje.</w:t>
            </w:r>
          </w:p>
        </w:tc>
      </w:tr>
      <w:tr w:rsidRPr="00F4223D" w:rsidR="00EA4D31" w:rsidTr="53EA3F55" w14:paraId="19F7192D" w14:textId="77777777">
        <w:tc>
          <w:tcPr>
            <w:tcW w:w="9520" w:type="dxa"/>
            <w:tcMar/>
          </w:tcPr>
          <w:p w:rsidRPr="00EA4D31" w:rsidR="00EA4D31" w:rsidP="00EA4D31" w:rsidRDefault="00EA4D31" w14:paraId="067A395B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 i kryteria nadzoru. </w:t>
            </w:r>
            <w:r w:rsidRPr="00EA4D31">
              <w:rPr>
                <w:rFonts w:ascii="Corbel" w:hAnsi="Corbel"/>
                <w:sz w:val="24"/>
                <w:szCs w:val="24"/>
              </w:rPr>
              <w:t>Środki nadzoru stosowane w administracji publicznej</w:t>
            </w:r>
            <w:r w:rsidR="002A357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F4223D" w:rsidR="002A3571" w:rsidTr="53EA3F55" w14:paraId="4A97088A" w14:textId="77777777">
        <w:tc>
          <w:tcPr>
            <w:tcW w:w="9520" w:type="dxa"/>
            <w:tcMar/>
          </w:tcPr>
          <w:p w:rsidR="002A3571" w:rsidP="00EA4D31" w:rsidRDefault="002A3571" w14:paraId="378D80E8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2A3571">
              <w:rPr>
                <w:rFonts w:ascii="Corbel" w:hAnsi="Corbel"/>
                <w:sz w:val="24"/>
                <w:szCs w:val="24"/>
              </w:rPr>
              <w:t>Nadzór nad wykonywaniem norm prawa administracyjnego materialnego</w:t>
            </w:r>
          </w:p>
        </w:tc>
      </w:tr>
      <w:tr w:rsidRPr="00F4223D" w:rsidR="00AE20B4" w:rsidTr="53EA3F55" w14:paraId="7CA1F5B3" w14:textId="77777777">
        <w:tc>
          <w:tcPr>
            <w:tcW w:w="9520" w:type="dxa"/>
            <w:tcMar/>
          </w:tcPr>
          <w:p w:rsidRPr="00217270" w:rsidR="00AE20B4" w:rsidP="00217270" w:rsidRDefault="00217270" w14:paraId="1F2F822F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217270">
              <w:rPr>
                <w:rFonts w:ascii="Corbel" w:hAnsi="Corbel"/>
                <w:sz w:val="24"/>
                <w:szCs w:val="24"/>
              </w:rPr>
              <w:t>Treść sto</w:t>
            </w:r>
            <w:r>
              <w:rPr>
                <w:rFonts w:ascii="Corbel" w:hAnsi="Corbel"/>
                <w:sz w:val="24"/>
                <w:szCs w:val="24"/>
              </w:rPr>
              <w:t>sunków prawnych relacji nadzoru.</w:t>
            </w:r>
          </w:p>
        </w:tc>
      </w:tr>
      <w:tr w:rsidRPr="00F4223D" w:rsidR="00EA4D31" w:rsidTr="53EA3F55" w14:paraId="4A6856B9" w14:textId="77777777">
        <w:tc>
          <w:tcPr>
            <w:tcW w:w="9520" w:type="dxa"/>
            <w:tcMar/>
          </w:tcPr>
          <w:p w:rsidRPr="00217270" w:rsidR="00217270" w:rsidP="00217270" w:rsidRDefault="00217270" w14:paraId="6C5BCFCE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217270">
              <w:rPr>
                <w:rFonts w:ascii="Corbel" w:hAnsi="Corbel"/>
                <w:sz w:val="24"/>
                <w:szCs w:val="24"/>
              </w:rPr>
              <w:t>Prawa i obowiązki podmiotów nadzorowanych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70377D" w:rsidR="00EA4D31" w:rsidP="00217270" w:rsidRDefault="00217270" w14:paraId="194014BD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217270">
              <w:rPr>
                <w:rFonts w:ascii="Corbel" w:hAnsi="Corbel"/>
                <w:sz w:val="24"/>
                <w:szCs w:val="24"/>
              </w:rPr>
              <w:t>Zadania i kompetencje podmiotów nadzorujących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F4223D" w:rsidR="00EA4D31" w:rsidTr="53EA3F55" w14:paraId="1DC516FD" w14:textId="77777777">
        <w:tc>
          <w:tcPr>
            <w:tcW w:w="9520" w:type="dxa"/>
            <w:tcMar/>
          </w:tcPr>
          <w:p w:rsidRPr="0070377D" w:rsidR="00EA4D31" w:rsidP="0070377D" w:rsidRDefault="00217270" w14:paraId="1FD3DCAA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217270">
              <w:rPr>
                <w:rFonts w:ascii="Corbel" w:hAnsi="Corbel"/>
                <w:sz w:val="24"/>
                <w:szCs w:val="24"/>
              </w:rPr>
              <w:t>Środki działania administracji nadzorczej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F4223D" w:rsidR="00704BA8" w:rsidTr="53EA3F55" w14:paraId="4CBA4043" w14:textId="77777777">
        <w:tc>
          <w:tcPr>
            <w:tcW w:w="9520" w:type="dxa"/>
            <w:tcMar/>
          </w:tcPr>
          <w:p w:rsidRPr="00F4223D" w:rsidR="00704BA8" w:rsidP="00704BA8" w:rsidRDefault="00217270" w14:paraId="2D0FA85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7270">
              <w:rPr>
                <w:rFonts w:ascii="Corbel" w:hAnsi="Corbel"/>
                <w:sz w:val="24"/>
                <w:szCs w:val="24"/>
              </w:rPr>
              <w:t>Kontrola wykonywania zadań i nadzór nad jednostkami samorządu terytorialnego. Nadzór sprawowany przez organy administracji rządowej</w:t>
            </w:r>
          </w:p>
        </w:tc>
      </w:tr>
      <w:tr w:rsidRPr="00F4223D" w:rsidR="007C74B9" w:rsidTr="53EA3F55" w14:paraId="12288A5D" w14:textId="77777777">
        <w:tc>
          <w:tcPr>
            <w:tcW w:w="9520" w:type="dxa"/>
            <w:tcMar/>
          </w:tcPr>
          <w:p w:rsidRPr="0070377D" w:rsidR="00981032" w:rsidP="00981032" w:rsidRDefault="003D3A0B" w14:paraId="5A0BCF9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3A0B">
              <w:rPr>
                <w:rFonts w:ascii="Corbel" w:hAnsi="Corbel"/>
                <w:sz w:val="24"/>
                <w:szCs w:val="24"/>
              </w:rPr>
              <w:lastRenderedPageBreak/>
              <w:t>Społeczna kontrola administracji jako element społeczeństwa obywatelskiego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P="009C54AE" w:rsidRDefault="0085747A" w14:paraId="3850BA7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E6212" w:rsidR="00DE6212" w:rsidP="00DE6212" w:rsidRDefault="00DE6212" w14:paraId="0C0E7FA3" w14:textId="77777777">
      <w:pPr>
        <w:pStyle w:val="Akapitzlist"/>
        <w:numPr>
          <w:ilvl w:val="0"/>
          <w:numId w:val="1"/>
        </w:numPr>
        <w:rPr>
          <w:rFonts w:ascii="Corbel" w:hAnsi="Corbel"/>
          <w:smallCaps/>
          <w:sz w:val="24"/>
          <w:szCs w:val="24"/>
        </w:rPr>
      </w:pPr>
      <w:r w:rsidRPr="00DE6212">
        <w:rPr>
          <w:rFonts w:ascii="Corbel" w:hAnsi="Corbel"/>
          <w:smallCaps/>
          <w:sz w:val="24"/>
          <w:szCs w:val="24"/>
        </w:rPr>
        <w:t xml:space="preserve">Problematyka ćwiczeń audytoryjnych, konwersatoryjnych, laboratoryjnych, zajęć praktycznych </w:t>
      </w:r>
    </w:p>
    <w:p w:rsidRPr="00DE6212" w:rsidR="00DE6212" w:rsidP="00DE6212" w:rsidRDefault="00DE6212" w14:paraId="2343553A" w14:textId="77777777">
      <w:pPr>
        <w:pStyle w:val="Punktygwne"/>
        <w:spacing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E6212" w:rsidR="00DE6212" w:rsidTr="000D0429" w14:paraId="710A2A42" w14:textId="77777777">
        <w:tc>
          <w:tcPr>
            <w:tcW w:w="9639" w:type="dxa"/>
          </w:tcPr>
          <w:p w:rsidRPr="00DE6212" w:rsidR="00DE6212" w:rsidP="00DE6212" w:rsidRDefault="00DE6212" w14:paraId="692950B5" w14:textId="7777777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DE6212">
              <w:rPr>
                <w:rFonts w:ascii="Corbel" w:hAnsi="Corbel"/>
                <w:b w:val="0"/>
                <w:szCs w:val="24"/>
              </w:rPr>
              <w:t>Treści merytoryczne</w:t>
            </w:r>
          </w:p>
        </w:tc>
      </w:tr>
      <w:tr w:rsidRPr="00DE6212" w:rsidR="00DE6212" w:rsidTr="000D0429" w14:paraId="701FA5B2" w14:textId="77777777">
        <w:tc>
          <w:tcPr>
            <w:tcW w:w="9639" w:type="dxa"/>
          </w:tcPr>
          <w:p w:rsidRPr="00845A06" w:rsidR="00DE6212" w:rsidP="00217270" w:rsidRDefault="00217270" w14:paraId="2E042582" w14:textId="77777777">
            <w:r w:rsidRPr="00217270">
              <w:t xml:space="preserve">Zagadnienia wstępne: </w:t>
            </w:r>
            <w:r w:rsidR="00670220">
              <w:t>kontrola a nadzór, funkcje.</w:t>
            </w:r>
          </w:p>
        </w:tc>
      </w:tr>
      <w:tr w:rsidRPr="00DE6212" w:rsidR="00217270" w:rsidTr="000D0429" w14:paraId="58DDEC9B" w14:textId="77777777">
        <w:tc>
          <w:tcPr>
            <w:tcW w:w="9639" w:type="dxa"/>
          </w:tcPr>
          <w:p w:rsidR="00217270" w:rsidP="00217270" w:rsidRDefault="00217270" w14:paraId="092483B8" w14:textId="77777777">
            <w:r w:rsidRPr="00217270">
              <w:t>Prawny system kontroli administracji publicznej.</w:t>
            </w:r>
          </w:p>
        </w:tc>
      </w:tr>
      <w:tr w:rsidRPr="00DE6212" w:rsidR="00217270" w:rsidTr="000D0429" w14:paraId="02B73DF5" w14:textId="77777777">
        <w:tc>
          <w:tcPr>
            <w:tcW w:w="9639" w:type="dxa"/>
          </w:tcPr>
          <w:p w:rsidRPr="00217270" w:rsidR="00217270" w:rsidP="00217270" w:rsidRDefault="00217270" w14:paraId="54CACA14" w14:textId="77777777">
            <w:r>
              <w:t xml:space="preserve">Podstawowe rodzaje i kryteria kontroli, cechy dobrej kontroli, rodzaje i kryteria kontroli, </w:t>
            </w:r>
            <w:r w:rsidRPr="00217270">
              <w:t>problem jakości kontroli</w:t>
            </w:r>
            <w:r>
              <w:t>.</w:t>
            </w:r>
          </w:p>
        </w:tc>
      </w:tr>
      <w:tr w:rsidRPr="00DE6212" w:rsidR="00DE6212" w:rsidTr="000D0429" w14:paraId="3CED9BEC" w14:textId="77777777">
        <w:tc>
          <w:tcPr>
            <w:tcW w:w="9639" w:type="dxa"/>
          </w:tcPr>
          <w:p w:rsidRPr="00845A06" w:rsidR="00DE6212" w:rsidP="00DE6212" w:rsidRDefault="00DE6212" w14:paraId="4AD08791" w14:textId="77777777">
            <w:r>
              <w:t>Kontrola zewnętrzna nad administracją</w:t>
            </w:r>
            <w:r w:rsidR="00482E56">
              <w:t xml:space="preserve"> (k</w:t>
            </w:r>
            <w:r>
              <w:t>ontrola parlamentarna</w:t>
            </w:r>
            <w:r w:rsidR="00482E56">
              <w:t xml:space="preserve">, </w:t>
            </w:r>
            <w:r>
              <w:t>Trybunału Stanu i Trybunału Konstytucyjnego</w:t>
            </w:r>
            <w:r w:rsidR="00482E56">
              <w:t xml:space="preserve">, </w:t>
            </w:r>
            <w:r>
              <w:t>Rzecznika Praw Obywatelski</w:t>
            </w:r>
            <w:r w:rsidR="00482E56">
              <w:t xml:space="preserve">ch, </w:t>
            </w:r>
            <w:r>
              <w:t xml:space="preserve">Najwyższej Izby Kontroli </w:t>
            </w:r>
            <w:r w:rsidR="00482E56">
              <w:t>.</w:t>
            </w:r>
          </w:p>
        </w:tc>
      </w:tr>
      <w:tr w:rsidRPr="00DE6212" w:rsidR="002A3571" w:rsidTr="000D0429" w14:paraId="08E5DD10" w14:textId="77777777">
        <w:tc>
          <w:tcPr>
            <w:tcW w:w="9639" w:type="dxa"/>
          </w:tcPr>
          <w:p w:rsidRPr="00845A06" w:rsidR="002A3571" w:rsidP="00CB3106" w:rsidRDefault="002A3571" w14:paraId="028379D7" w14:textId="77777777">
            <w:r>
              <w:t>Nadzór nad</w:t>
            </w:r>
            <w:r w:rsidR="00B4340F">
              <w:t xml:space="preserve"> wykonywaniem zadań publicznych</w:t>
            </w:r>
            <w:r w:rsidR="00CB3106">
              <w:t>, p</w:t>
            </w:r>
            <w:r w:rsidRPr="00CB3106" w:rsidR="00CB3106">
              <w:t>odstawy prawne działalności nadzorczej.</w:t>
            </w:r>
          </w:p>
        </w:tc>
      </w:tr>
      <w:tr w:rsidRPr="00DE6212" w:rsidR="00CB3106" w:rsidTr="000D0429" w14:paraId="425D88FF" w14:textId="77777777">
        <w:tc>
          <w:tcPr>
            <w:tcW w:w="9639" w:type="dxa"/>
          </w:tcPr>
          <w:p w:rsidR="00CB3106" w:rsidP="002A3571" w:rsidRDefault="00CB3106" w14:paraId="755E6BE1" w14:textId="77777777">
            <w:r w:rsidRPr="00CB3106">
              <w:t>Cechy funkcji nadzorczej.</w:t>
            </w:r>
          </w:p>
        </w:tc>
      </w:tr>
      <w:tr w:rsidRPr="00DE6212" w:rsidR="002A3571" w:rsidTr="000D0429" w14:paraId="2F9F0C1E" w14:textId="77777777">
        <w:tc>
          <w:tcPr>
            <w:tcW w:w="9639" w:type="dxa"/>
          </w:tcPr>
          <w:p w:rsidRPr="00845A06" w:rsidR="002A3571" w:rsidP="00082885" w:rsidRDefault="004721D6" w14:paraId="195D6958" w14:textId="77777777">
            <w:r>
              <w:t xml:space="preserve">Zadania nadzorcze administracji: znaczenie rodzaju, hierarchii i formy ochrony </w:t>
            </w:r>
            <w:r w:rsidR="00082885">
              <w:t>dóbr chronionych</w:t>
            </w:r>
            <w:r>
              <w:t>.</w:t>
            </w:r>
          </w:p>
        </w:tc>
      </w:tr>
      <w:tr w:rsidRPr="00DE6212" w:rsidR="002A3571" w:rsidTr="000D0429" w14:paraId="45769D06" w14:textId="77777777">
        <w:tc>
          <w:tcPr>
            <w:tcW w:w="9639" w:type="dxa"/>
          </w:tcPr>
          <w:p w:rsidRPr="00845A06" w:rsidR="002A3571" w:rsidP="00082885" w:rsidRDefault="00082885" w14:paraId="03A0A8C1" w14:textId="77777777">
            <w:r>
              <w:t>Formy działań nadzorczych: czynności nadzorcze fazy kontroli, czynności faktyczne.</w:t>
            </w:r>
          </w:p>
        </w:tc>
      </w:tr>
      <w:tr w:rsidRPr="00DE6212" w:rsidR="002A3571" w:rsidTr="000D0429" w14:paraId="39994ADA" w14:textId="77777777">
        <w:tc>
          <w:tcPr>
            <w:tcW w:w="9639" w:type="dxa"/>
          </w:tcPr>
          <w:p w:rsidRPr="00845A06" w:rsidR="002A3571" w:rsidP="00CB3106" w:rsidRDefault="00EF34D3" w14:paraId="7272CFC2" w14:textId="77777777">
            <w:r>
              <w:t xml:space="preserve">Nadzór i kontrola </w:t>
            </w:r>
            <w:r w:rsidR="00CB3106">
              <w:t>nad samorządowy</w:t>
            </w:r>
            <w:r>
              <w:t xml:space="preserve">mi jednostkami organizacyjnymi (RIO, NIK). </w:t>
            </w:r>
          </w:p>
        </w:tc>
      </w:tr>
      <w:tr w:rsidRPr="00DE6212" w:rsidR="002A3571" w:rsidTr="00482E56" w14:paraId="2E9725FE" w14:textId="77777777">
        <w:trPr>
          <w:trHeight w:val="797"/>
        </w:trPr>
        <w:tc>
          <w:tcPr>
            <w:tcW w:w="9639" w:type="dxa"/>
          </w:tcPr>
          <w:p w:rsidR="00482E56" w:rsidP="00482E56" w:rsidRDefault="00482E56" w14:paraId="48D94CF6" w14:textId="77777777">
            <w:r>
              <w:t>Pojęcie, istota i rodzaje kontroli społecznej administracji publicznej.</w:t>
            </w:r>
          </w:p>
          <w:p w:rsidRPr="00845A06" w:rsidR="003D3A0B" w:rsidP="00482E56" w:rsidRDefault="00482E56" w14:paraId="536A42F2" w14:textId="77777777">
            <w:r>
              <w:t>Miejsce i znaczenie kontroli społecznej w systemie kontroli administracji publicznej</w:t>
            </w:r>
            <w:r w:rsidR="003D3A0B">
              <w:t>.</w:t>
            </w:r>
          </w:p>
        </w:tc>
      </w:tr>
      <w:tr w:rsidRPr="00DE6212" w:rsidR="002A3571" w:rsidTr="000D0429" w14:paraId="4D4147A2" w14:textId="77777777">
        <w:tc>
          <w:tcPr>
            <w:tcW w:w="9639" w:type="dxa"/>
          </w:tcPr>
          <w:p w:rsidRPr="00845A06" w:rsidR="002A3571" w:rsidP="003D3A0B" w:rsidRDefault="003D3A0B" w14:paraId="77994036" w14:textId="77777777">
            <w:r w:rsidRPr="003D3A0B">
              <w:t>Kontrola zarządcza , założeni a i fun</w:t>
            </w:r>
            <w:r>
              <w:t>kcja w administracji publicznej.</w:t>
            </w:r>
          </w:p>
        </w:tc>
      </w:tr>
    </w:tbl>
    <w:p w:rsidRPr="00DE6212" w:rsidR="00DE6212" w:rsidP="009C54AE" w:rsidRDefault="00DE6212" w14:paraId="5C6600F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4223D" w:rsidR="0085747A" w:rsidP="009C54AE" w:rsidRDefault="009F4610" w14:paraId="526CDDF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>3.4 Metody dydaktyczne</w:t>
      </w:r>
      <w:r w:rsidRPr="00F4223D">
        <w:rPr>
          <w:rFonts w:ascii="Corbel" w:hAnsi="Corbel"/>
          <w:b w:val="0"/>
          <w:smallCaps w:val="0"/>
          <w:szCs w:val="24"/>
        </w:rPr>
        <w:t xml:space="preserve"> </w:t>
      </w:r>
    </w:p>
    <w:p w:rsidRPr="00F4223D" w:rsidR="0085747A" w:rsidP="009C54AE" w:rsidRDefault="0085747A" w14:paraId="358D5D5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4223D" w:rsidR="00704BA8" w:rsidP="00704BA8" w:rsidRDefault="00533BAF" w14:paraId="0B43E84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53EA3F55" w:rsidR="00533BAF">
        <w:rPr>
          <w:rFonts w:ascii="Corbel" w:hAnsi="Corbel"/>
          <w:b w:val="0"/>
          <w:bCs w:val="0"/>
          <w:caps w:val="0"/>
          <w:smallCaps w:val="0"/>
        </w:rPr>
        <w:t xml:space="preserve">Prezentacja multimedialna, </w:t>
      </w:r>
      <w:r w:rsidRPr="53EA3F55" w:rsidR="00704BA8">
        <w:rPr>
          <w:rFonts w:ascii="Corbel" w:hAnsi="Corbel"/>
          <w:b w:val="0"/>
          <w:bCs w:val="0"/>
          <w:caps w:val="0"/>
          <w:smallCaps w:val="0"/>
        </w:rPr>
        <w:t>praca w grupach</w:t>
      </w:r>
      <w:r w:rsidRPr="53EA3F55" w:rsidR="003E1329">
        <w:rPr>
          <w:rFonts w:ascii="Corbel" w:hAnsi="Corbel"/>
          <w:b w:val="0"/>
          <w:bCs w:val="0"/>
          <w:caps w:val="0"/>
          <w:smallCaps w:val="0"/>
        </w:rPr>
        <w:t xml:space="preserve">, </w:t>
      </w:r>
      <w:r w:rsidRPr="53EA3F55" w:rsidR="001C3C2E">
        <w:rPr>
          <w:rFonts w:ascii="Corbel" w:hAnsi="Corbel"/>
          <w:b w:val="0"/>
          <w:bCs w:val="0"/>
          <w:caps w:val="0"/>
          <w:smallCaps w:val="0"/>
        </w:rPr>
        <w:t>dyskusja, analiza przypadków</w:t>
      </w:r>
    </w:p>
    <w:p w:rsidRPr="00F4223D" w:rsidR="00E960BB" w:rsidP="009C54AE" w:rsidRDefault="00E960BB" w14:paraId="72E5958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F4223D" w:rsidR="0085747A" w:rsidP="009C54AE" w:rsidRDefault="00C61DC5" w14:paraId="6CA6307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4. </w:t>
      </w:r>
      <w:r w:rsidRPr="00F4223D" w:rsidR="0085747A">
        <w:rPr>
          <w:rFonts w:ascii="Corbel" w:hAnsi="Corbel"/>
          <w:smallCaps w:val="0"/>
          <w:szCs w:val="24"/>
        </w:rPr>
        <w:t>METODY I KRYTERIA OCENY</w:t>
      </w:r>
      <w:r w:rsidRPr="00F4223D" w:rsidR="009F4610">
        <w:rPr>
          <w:rFonts w:ascii="Corbel" w:hAnsi="Corbel"/>
          <w:smallCaps w:val="0"/>
          <w:szCs w:val="24"/>
        </w:rPr>
        <w:t xml:space="preserve"> </w:t>
      </w:r>
    </w:p>
    <w:p w:rsidRPr="00F4223D" w:rsidR="00923D7D" w:rsidP="009C54AE" w:rsidRDefault="00923D7D" w14:paraId="3E9EFA2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F4223D" w:rsidR="0085747A" w:rsidP="009C54AE" w:rsidRDefault="0085747A" w14:paraId="73EFCD2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4.1 Sposoby weryfikacji efektów </w:t>
      </w:r>
      <w:r w:rsidRPr="00F4223D" w:rsidR="00C05F44">
        <w:rPr>
          <w:rFonts w:ascii="Corbel" w:hAnsi="Corbel"/>
          <w:smallCaps w:val="0"/>
          <w:szCs w:val="24"/>
        </w:rPr>
        <w:t>uczenia się</w:t>
      </w:r>
    </w:p>
    <w:p w:rsidRPr="00F4223D" w:rsidR="0085747A" w:rsidP="009C54AE" w:rsidRDefault="0085747A" w14:paraId="519D942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F4223D" w:rsidR="0085747A" w:rsidTr="00704BA8" w14:paraId="55E26A55" w14:textId="77777777">
        <w:tc>
          <w:tcPr>
            <w:tcW w:w="1962" w:type="dxa"/>
            <w:vAlign w:val="center"/>
          </w:tcPr>
          <w:p w:rsidRPr="00F4223D" w:rsidR="0085747A" w:rsidP="009C54AE" w:rsidRDefault="0071620A" w14:paraId="254A61E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F4223D" w:rsidR="0085747A" w:rsidP="009C54AE" w:rsidRDefault="00A84C85" w14:paraId="3199E54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Pr="00F4223D" w:rsidR="00A87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Pr="00F4223D" w:rsidR="0085747A" w:rsidP="009C54AE" w:rsidRDefault="009F4610" w14:paraId="77FDCE4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F4223D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F4223D" w:rsidR="00923D7D" w:rsidP="009C54AE" w:rsidRDefault="0085747A" w14:paraId="5EDE57F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F4223D" w:rsidR="0085747A" w:rsidP="009C54AE" w:rsidRDefault="0085747A" w14:paraId="12E0D1E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4223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4223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F4223D" w:rsidR="00D22B9B" w:rsidTr="00704BA8" w14:paraId="797A8C51" w14:textId="77777777">
        <w:tc>
          <w:tcPr>
            <w:tcW w:w="1962" w:type="dxa"/>
          </w:tcPr>
          <w:p w:rsidRPr="00F4223D" w:rsidR="00D22B9B" w:rsidP="00704BA8" w:rsidRDefault="00D22B9B" w14:paraId="6A1614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4223D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F4223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D22B9B" w:rsidP="00D22B9B" w:rsidRDefault="00D22B9B" w14:paraId="6C23E37F" w14:textId="77777777">
            <w:pPr>
              <w:jc w:val="center"/>
            </w:pPr>
            <w:r w:rsidRPr="00A21FF9">
              <w:t>egzamin ustny lub pisemny, kolokwium, obserwacja w trakcie zajęć</w:t>
            </w:r>
          </w:p>
        </w:tc>
        <w:tc>
          <w:tcPr>
            <w:tcW w:w="2117" w:type="dxa"/>
          </w:tcPr>
          <w:p w:rsidRPr="00F4223D" w:rsidR="00D22B9B" w:rsidP="00704BA8" w:rsidRDefault="00D22B9B" w14:paraId="37DB77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F4223D" w:rsidR="00D22B9B" w:rsidTr="00704BA8" w14:paraId="41430DC0" w14:textId="77777777">
        <w:tc>
          <w:tcPr>
            <w:tcW w:w="1962" w:type="dxa"/>
          </w:tcPr>
          <w:p w:rsidRPr="00F4223D" w:rsidR="00D22B9B" w:rsidP="00704BA8" w:rsidRDefault="00D22B9B" w14:paraId="6D65F6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4223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D22B9B" w:rsidP="00D22B9B" w:rsidRDefault="00D22B9B" w14:paraId="7BBC4470" w14:textId="77777777">
            <w:pPr>
              <w:jc w:val="center"/>
            </w:pPr>
            <w:r w:rsidRPr="00A21FF9">
              <w:t>egzamin ustny lub pisemny, kolokwium, obserwacja w trakcie zajęć</w:t>
            </w:r>
          </w:p>
        </w:tc>
        <w:tc>
          <w:tcPr>
            <w:tcW w:w="2117" w:type="dxa"/>
          </w:tcPr>
          <w:p w:rsidR="00D22B9B" w:rsidP="007F003F" w:rsidRDefault="00D22B9B" w14:paraId="009A79E6" w14:textId="77777777">
            <w:pPr>
              <w:jc w:val="center"/>
            </w:pPr>
            <w:r w:rsidRPr="005B19D8">
              <w:t xml:space="preserve">w, </w:t>
            </w:r>
            <w:proofErr w:type="spellStart"/>
            <w:r w:rsidRPr="005B19D8">
              <w:t>ćw</w:t>
            </w:r>
            <w:proofErr w:type="spellEnd"/>
          </w:p>
        </w:tc>
      </w:tr>
      <w:tr w:rsidRPr="00F4223D" w:rsidR="00D22B9B" w:rsidTr="00704BA8" w14:paraId="45CCB077" w14:textId="77777777">
        <w:tc>
          <w:tcPr>
            <w:tcW w:w="1962" w:type="dxa"/>
          </w:tcPr>
          <w:p w:rsidRPr="00F4223D" w:rsidR="00D22B9B" w:rsidP="00704BA8" w:rsidRDefault="00D22B9B" w14:paraId="447344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4223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D22B9B" w:rsidP="00D22B9B" w:rsidRDefault="00D22B9B" w14:paraId="1509B94D" w14:textId="77777777">
            <w:pPr>
              <w:jc w:val="center"/>
            </w:pPr>
            <w:r w:rsidRPr="00A21FF9">
              <w:t>egzamin ustny lub pisemny, kolokwium, obserwacja w trakcie zajęć</w:t>
            </w:r>
          </w:p>
        </w:tc>
        <w:tc>
          <w:tcPr>
            <w:tcW w:w="2117" w:type="dxa"/>
          </w:tcPr>
          <w:p w:rsidR="00D22B9B" w:rsidP="007F003F" w:rsidRDefault="00D22B9B" w14:paraId="3116767F" w14:textId="77777777">
            <w:pPr>
              <w:jc w:val="center"/>
            </w:pPr>
            <w:r w:rsidRPr="005B19D8">
              <w:t xml:space="preserve">w, </w:t>
            </w:r>
            <w:proofErr w:type="spellStart"/>
            <w:r w:rsidRPr="005B19D8">
              <w:t>ćw</w:t>
            </w:r>
            <w:proofErr w:type="spellEnd"/>
          </w:p>
        </w:tc>
      </w:tr>
      <w:tr w:rsidR="00D22B9B" w:rsidTr="000D0429" w14:paraId="0DEC7A6C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D22B9B" w:rsidP="000D0429" w:rsidRDefault="00D22B9B" w14:paraId="589AA6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22B9B" w:rsidP="00D22B9B" w:rsidRDefault="00D22B9B" w14:paraId="3FE93ACC" w14:textId="77777777">
            <w:pPr>
              <w:jc w:val="center"/>
            </w:pPr>
            <w:r w:rsidRPr="00A21FF9">
              <w:t>egzamin ustny lub pisemny, kolokwium,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22B9B" w:rsidP="000D0429" w:rsidRDefault="00D22B9B" w14:paraId="71817182" w14:textId="77777777">
            <w:pPr>
              <w:jc w:val="center"/>
            </w:pPr>
            <w:r w:rsidRPr="005B19D8">
              <w:t xml:space="preserve">w, </w:t>
            </w:r>
            <w:proofErr w:type="spellStart"/>
            <w:r w:rsidRPr="005B19D8">
              <w:t>ćw</w:t>
            </w:r>
            <w:proofErr w:type="spellEnd"/>
          </w:p>
        </w:tc>
      </w:tr>
      <w:tr w:rsidR="00D22B9B" w:rsidTr="000D0429" w14:paraId="6696A080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D22B9B" w:rsidP="000D0429" w:rsidRDefault="00D22B9B" w14:paraId="44212D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22B9B" w:rsidP="00D22B9B" w:rsidRDefault="00D22B9B" w14:paraId="47E787B0" w14:textId="77777777">
            <w:pPr>
              <w:jc w:val="center"/>
            </w:pPr>
            <w:r w:rsidRPr="00A21FF9">
              <w:t>egzamin ustny lub pisemny, kolokwium,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22B9B" w:rsidP="000D0429" w:rsidRDefault="00D22B9B" w14:paraId="184D3FD6" w14:textId="77777777">
            <w:pPr>
              <w:jc w:val="center"/>
            </w:pPr>
            <w:r w:rsidRPr="005B19D8">
              <w:t xml:space="preserve">w, </w:t>
            </w:r>
            <w:proofErr w:type="spellStart"/>
            <w:r w:rsidRPr="005B19D8">
              <w:t>ćw</w:t>
            </w:r>
            <w:proofErr w:type="spellEnd"/>
          </w:p>
        </w:tc>
      </w:tr>
      <w:tr w:rsidR="00D22B9B" w:rsidTr="000D0429" w14:paraId="374B8569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D22B9B" w:rsidP="000D0429" w:rsidRDefault="00D22B9B" w14:paraId="3B982B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22B9B" w:rsidP="00D22B9B" w:rsidRDefault="00D22B9B" w14:paraId="57C35E1A" w14:textId="77777777">
            <w:pPr>
              <w:jc w:val="center"/>
            </w:pPr>
            <w:r w:rsidRPr="00A21FF9">
              <w:t>egzamin ustny lub pisemny, kolokwium,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22B9B" w:rsidP="000D0429" w:rsidRDefault="00D22B9B" w14:paraId="7CFDFFCE" w14:textId="77777777">
            <w:pPr>
              <w:jc w:val="center"/>
            </w:pPr>
            <w:r w:rsidRPr="005B19D8">
              <w:t xml:space="preserve">w, </w:t>
            </w:r>
            <w:proofErr w:type="spellStart"/>
            <w:r w:rsidRPr="005B19D8">
              <w:t>ćw</w:t>
            </w:r>
            <w:proofErr w:type="spellEnd"/>
          </w:p>
        </w:tc>
      </w:tr>
      <w:tr w:rsidRPr="00F4223D" w:rsidR="00D22B9B" w:rsidTr="00296055" w14:paraId="06D15A78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D22B9B" w:rsidP="005F433A" w:rsidRDefault="00D22B9B" w14:paraId="6749E5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22B9B" w:rsidP="00D22B9B" w:rsidRDefault="00D22B9B" w14:paraId="18F5A5CF" w14:textId="77777777">
            <w:pPr>
              <w:jc w:val="center"/>
            </w:pPr>
            <w:r w:rsidRPr="00A21FF9">
              <w:t>egzamin ustny lub pisemny, kolokwium,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22B9B" w:rsidP="007F003F" w:rsidRDefault="00D22B9B" w14:paraId="22E6AEEC" w14:textId="77777777">
            <w:pPr>
              <w:jc w:val="center"/>
            </w:pPr>
            <w:r w:rsidRPr="005B19D8">
              <w:t xml:space="preserve">w, </w:t>
            </w:r>
            <w:proofErr w:type="spellStart"/>
            <w:r w:rsidRPr="005B19D8">
              <w:t>ćw</w:t>
            </w:r>
            <w:proofErr w:type="spellEnd"/>
          </w:p>
        </w:tc>
      </w:tr>
      <w:tr w:rsidRPr="00F4223D" w:rsidR="00D22B9B" w:rsidTr="00296055" w14:paraId="1E0E619E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D22B9B" w:rsidP="005F433A" w:rsidRDefault="00D22B9B" w14:paraId="288873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22B9B" w:rsidP="00D22B9B" w:rsidRDefault="00D22B9B" w14:paraId="15B2A22D" w14:textId="77777777">
            <w:pPr>
              <w:jc w:val="center"/>
            </w:pPr>
            <w:r w:rsidRPr="00A21FF9">
              <w:t>egzamin ustny lub pisemny, kolokwium,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22B9B" w:rsidP="007F003F" w:rsidRDefault="00D22B9B" w14:paraId="010453C5" w14:textId="77777777">
            <w:pPr>
              <w:jc w:val="center"/>
            </w:pPr>
            <w:r w:rsidRPr="005B19D8">
              <w:t xml:space="preserve">w, </w:t>
            </w:r>
            <w:proofErr w:type="spellStart"/>
            <w:r w:rsidRPr="005B19D8">
              <w:t>ćw</w:t>
            </w:r>
            <w:proofErr w:type="spellEnd"/>
          </w:p>
        </w:tc>
      </w:tr>
      <w:tr w:rsidRPr="00F4223D" w:rsidR="007F003F" w:rsidTr="00296055" w14:paraId="2BFF4DC2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7F003F" w:rsidP="005F433A" w:rsidRDefault="003D54C5" w14:paraId="28C3B4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61846" w:rsidR="007F003F" w:rsidP="00D22B9B" w:rsidRDefault="00D22B9B" w14:paraId="7701CF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  <w:highlight w:val="yellow"/>
              </w:rPr>
            </w:pPr>
            <w:r w:rsidRPr="00D22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pisemny, kolokwium,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F003F" w:rsidP="007F003F" w:rsidRDefault="007F003F" w14:paraId="1B8A8439" w14:textId="77777777">
            <w:pPr>
              <w:jc w:val="center"/>
            </w:pPr>
            <w:r w:rsidRPr="005B19D8">
              <w:t xml:space="preserve">w, </w:t>
            </w:r>
            <w:proofErr w:type="spellStart"/>
            <w:r w:rsidRPr="005B19D8">
              <w:t>ćw</w:t>
            </w:r>
            <w:proofErr w:type="spellEnd"/>
          </w:p>
        </w:tc>
      </w:tr>
    </w:tbl>
    <w:p w:rsidR="008663C0" w:rsidP="009C54AE" w:rsidRDefault="008663C0" w14:paraId="7C56D72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P="009C54AE" w:rsidRDefault="003E1941" w14:paraId="2A88DE8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4.2 </w:t>
      </w:r>
      <w:r w:rsidRPr="00F4223D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F4223D" w:rsidR="00923D7D">
        <w:rPr>
          <w:rFonts w:ascii="Corbel" w:hAnsi="Corbel"/>
          <w:smallCaps w:val="0"/>
          <w:szCs w:val="24"/>
        </w:rPr>
        <w:t xml:space="preserve"> </w:t>
      </w:r>
    </w:p>
    <w:p w:rsidRPr="00F4223D" w:rsidR="008663C0" w:rsidP="009C54AE" w:rsidRDefault="008663C0" w14:paraId="5FCE393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4223D" w:rsidR="008663C0" w:rsidTr="0A9AF548" w14:paraId="4810A7E1" w14:textId="77777777">
        <w:tc>
          <w:tcPr>
            <w:tcW w:w="9670" w:type="dxa"/>
            <w:tcMar/>
          </w:tcPr>
          <w:p w:rsidRPr="00ED2CB7" w:rsidR="00CF6C79" w:rsidP="00CF6C79" w:rsidRDefault="00CF6C79" w14:paraId="0575A7BC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CB7">
              <w:rPr>
                <w:rFonts w:ascii="Corbel" w:hAnsi="Corbel"/>
                <w:smallCaps w:val="0"/>
                <w:szCs w:val="24"/>
              </w:rPr>
              <w:t>Wykład:</w:t>
            </w:r>
            <w:r w:rsidRPr="00ED2CB7">
              <w:rPr>
                <w:rFonts w:ascii="Corbel" w:hAnsi="Corbel"/>
                <w:b w:val="0"/>
                <w:smallCaps w:val="0"/>
                <w:szCs w:val="24"/>
              </w:rPr>
              <w:t xml:space="preserve"> egzamin ustny lub pisemny – do uzyskania oceny pozytywnej wymagane jest osiągnięcie minimum 50% poprawnych odpowiedzi.  Kryteria oceniania aktualny stan prawny, kompletność odpowiedzi, poprawna terminologia, właściwe zastosowanie uzyskanej wiedzy.</w:t>
            </w:r>
          </w:p>
          <w:p w:rsidRPr="00F4223D" w:rsidR="008663C0" w:rsidP="0A9AF548" w:rsidRDefault="00CF6C79" w14:paraId="38F27F17" w14:textId="396276C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A9AF548" w:rsidR="00CF6C79">
              <w:rPr>
                <w:rFonts w:ascii="Corbel" w:hAnsi="Corbel"/>
                <w:caps w:val="0"/>
                <w:smallCaps w:val="0"/>
              </w:rPr>
              <w:t>Ćwiczenia:</w:t>
            </w:r>
            <w:r w:rsidRPr="0A9AF548" w:rsidR="00CF6C7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kolokwium zaliczeniowe (do uzyskania oceny pozytywnej wymagane jest osiągnięcie minimum 50% poprawnych odpowiedzi), aktywność na zajęciach, obecność na zajęciach. Kryteria oceniania aktualny stan prawny, kompletność odpowiedzi, poprawna terminologia, właściwe zastosowanie uzyskanej wiedzy</w:t>
            </w:r>
          </w:p>
          <w:p w:rsidRPr="00F4223D" w:rsidR="008663C0" w:rsidP="0A9AF548" w:rsidRDefault="00CF6C79" w14:paraId="097F5819" w14:textId="290B0FD6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F4223D" w:rsidR="008663C0" w:rsidP="0A9AF548" w:rsidRDefault="00CF6C79" w14:paraId="2581AC43" w14:textId="6AAF07B3">
            <w:pPr>
              <w:spacing w:before="0" w:after="0"/>
            </w:pPr>
            <w:r w:rsidRPr="0A9AF548" w:rsidR="36884F5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F4223D" w:rsidR="008663C0" w:rsidP="0A9AF548" w:rsidRDefault="00CF6C79" w14:paraId="486DEF65" w14:textId="454F0E4C">
            <w:pPr>
              <w:spacing w:before="0" w:after="0"/>
            </w:pPr>
            <w:r w:rsidRPr="0A9AF548" w:rsidR="36884F5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F4223D" w:rsidR="008663C0" w:rsidP="0A9AF548" w:rsidRDefault="00CF6C79" w14:paraId="39DDFC45" w14:textId="6F9858C9">
            <w:pPr>
              <w:spacing w:before="0" w:after="0"/>
            </w:pPr>
            <w:r w:rsidRPr="0A9AF548" w:rsidR="36884F5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F4223D" w:rsidR="008663C0" w:rsidP="0A9AF548" w:rsidRDefault="00CF6C79" w14:paraId="1AF31691" w14:textId="4D7619EA">
            <w:pPr>
              <w:spacing w:before="0" w:after="0"/>
            </w:pPr>
            <w:r w:rsidRPr="0A9AF548" w:rsidR="36884F5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F4223D" w:rsidR="008663C0" w:rsidP="0A9AF548" w:rsidRDefault="00CF6C79" w14:paraId="2C896630" w14:textId="5DE4C8BB">
            <w:pPr>
              <w:spacing w:before="0" w:after="0"/>
            </w:pPr>
            <w:r w:rsidRPr="0A9AF548" w:rsidR="36884F5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F4223D" w:rsidR="008663C0" w:rsidP="0A9AF548" w:rsidRDefault="00CF6C79" w14:paraId="12156A32" w14:textId="770F1489">
            <w:pPr>
              <w:spacing w:before="0" w:after="0"/>
            </w:pPr>
            <w:r w:rsidRPr="0A9AF548" w:rsidR="36884F5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50 %.</w:t>
            </w:r>
          </w:p>
          <w:p w:rsidRPr="00F4223D" w:rsidR="008663C0" w:rsidP="0A9AF548" w:rsidRDefault="00CF6C79" w14:paraId="0DB085FB" w14:textId="447012F0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F4223D" w:rsidR="00923D7D" w:rsidP="009C54AE" w:rsidRDefault="00923D7D" w14:paraId="4205375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F4223D" w:rsidR="0085747A" w:rsidP="009C54AE" w:rsidRDefault="0085747A" w14:paraId="5D28947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4223D" w:rsidR="009F4610" w:rsidP="009C54AE" w:rsidRDefault="0085747A" w14:paraId="78D56CB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4223D">
        <w:rPr>
          <w:rFonts w:ascii="Corbel" w:hAnsi="Corbel"/>
          <w:b/>
          <w:sz w:val="24"/>
          <w:szCs w:val="24"/>
        </w:rPr>
        <w:t xml:space="preserve">5. </w:t>
      </w:r>
      <w:r w:rsidRPr="00F4223D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F4223D" w:rsidR="0085747A" w:rsidP="009C54AE" w:rsidRDefault="0085747A" w14:paraId="2EB91C4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F4223D" w:rsidR="0085747A" w:rsidTr="53EA3F55" w14:paraId="7D527BAA" w14:textId="77777777">
        <w:tc>
          <w:tcPr>
            <w:tcW w:w="4962" w:type="dxa"/>
            <w:tcMar/>
            <w:vAlign w:val="center"/>
          </w:tcPr>
          <w:p w:rsidRPr="00F4223D" w:rsidR="0085747A" w:rsidP="009C54AE" w:rsidRDefault="00C61DC5" w14:paraId="0E7F6BD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4223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F4223D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4223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F4223D" w:rsidR="0085747A" w:rsidP="009C54AE" w:rsidRDefault="00C61DC5" w14:paraId="49592E4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4223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F4223D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4223D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4223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F4223D" w:rsidR="0085747A" w:rsidTr="53EA3F55" w14:paraId="46B3657A" w14:textId="77777777">
        <w:tc>
          <w:tcPr>
            <w:tcW w:w="4962" w:type="dxa"/>
            <w:tcMar/>
          </w:tcPr>
          <w:p w:rsidRPr="00ED2CB7" w:rsidR="0085747A" w:rsidP="009C54AE" w:rsidRDefault="00C61DC5" w14:paraId="605F2955" w14:textId="438684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3EA3F55" w:rsidR="00C61DC5">
              <w:rPr>
                <w:rFonts w:ascii="Corbel" w:hAnsi="Corbel"/>
                <w:sz w:val="24"/>
                <w:szCs w:val="24"/>
              </w:rPr>
              <w:t>G</w:t>
            </w:r>
            <w:r w:rsidRPr="53EA3F55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53EA3F55" w:rsidR="00C61DC5">
              <w:rPr>
                <w:rFonts w:ascii="Corbel" w:hAnsi="Corbel"/>
                <w:sz w:val="24"/>
                <w:szCs w:val="24"/>
              </w:rPr>
              <w:t>kontaktowe</w:t>
            </w:r>
            <w:r w:rsidRPr="53EA3F55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53EA3F55" w:rsidR="00C61DC5">
              <w:rPr>
                <w:rFonts w:ascii="Corbel" w:hAnsi="Corbel"/>
                <w:sz w:val="24"/>
                <w:szCs w:val="24"/>
              </w:rPr>
              <w:t>ynikające</w:t>
            </w:r>
            <w:r w:rsidRPr="53EA3F55" w:rsidR="0085747A">
              <w:rPr>
                <w:rFonts w:ascii="Corbel" w:hAnsi="Corbel"/>
                <w:sz w:val="24"/>
                <w:szCs w:val="24"/>
              </w:rPr>
              <w:t xml:space="preserve"> z </w:t>
            </w:r>
            <w:r w:rsidRPr="53EA3F55" w:rsidR="5187867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53EA3F55" w:rsidR="00C61DC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ED2CB7" w:rsidR="0085747A" w:rsidP="53EA3F55" w:rsidRDefault="00316F8D" w14:paraId="3DC19665" w14:textId="63529775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alibri" w:hAnsi="Calibri" w:eastAsia="Calibri" w:cs="Times New Roman"/>
                <w:sz w:val="22"/>
                <w:szCs w:val="22"/>
              </w:rPr>
            </w:pPr>
            <w:r w:rsidRPr="53EA3F55" w:rsidR="328EFACF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F4223D" w:rsidR="00C61DC5" w:rsidTr="53EA3F55" w14:paraId="1D9BA90B" w14:textId="77777777">
        <w:tc>
          <w:tcPr>
            <w:tcW w:w="4962" w:type="dxa"/>
            <w:tcMar/>
          </w:tcPr>
          <w:p w:rsidRPr="00ED2CB7" w:rsidR="00C61DC5" w:rsidP="009C54AE" w:rsidRDefault="00C61DC5" w14:paraId="6B48C96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CB7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ED2CB7" w:rsidR="00C61DC5" w:rsidP="009C54AE" w:rsidRDefault="00C61DC5" w14:paraId="6263EE6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CB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ED2CB7" w:rsidR="00C61DC5" w:rsidP="001C60C5" w:rsidRDefault="001C60C5" w14:paraId="2EBCD74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F4223D" w:rsidR="00C61DC5" w:rsidTr="53EA3F55" w14:paraId="279D56C4" w14:textId="77777777">
        <w:tc>
          <w:tcPr>
            <w:tcW w:w="4962" w:type="dxa"/>
            <w:tcMar/>
          </w:tcPr>
          <w:p w:rsidRPr="00ED2CB7" w:rsidR="0071620A" w:rsidP="009C54AE" w:rsidRDefault="00C61DC5" w14:paraId="77B0D43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CB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D2CB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D2CB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ED2CB7" w:rsidR="00C61DC5" w:rsidP="009C54AE" w:rsidRDefault="00C61DC5" w14:paraId="55C9942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CB7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ED2CB7" w:rsidR="00C61DC5" w:rsidP="53EA3F55" w:rsidRDefault="001C60C5" w14:paraId="3144632C" w14:textId="4A637A8D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alibri" w:hAnsi="Calibri" w:eastAsia="Calibri" w:cs="Times New Roman"/>
                <w:sz w:val="22"/>
                <w:szCs w:val="22"/>
              </w:rPr>
            </w:pPr>
            <w:r w:rsidRPr="53EA3F55" w:rsidR="362E4334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Pr="00F4223D" w:rsidR="0085747A" w:rsidTr="53EA3F55" w14:paraId="45369EDB" w14:textId="77777777">
        <w:tc>
          <w:tcPr>
            <w:tcW w:w="4962" w:type="dxa"/>
            <w:tcMar/>
          </w:tcPr>
          <w:p w:rsidRPr="00ED2CB7" w:rsidR="0085747A" w:rsidP="009C54AE" w:rsidRDefault="0085747A" w14:paraId="5A16777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CB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ED2CB7" w:rsidR="0085747A" w:rsidP="009C54AE" w:rsidRDefault="001C60C5" w14:paraId="2AF2F1E5" w14:textId="68BDEC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3EA3F55" w:rsidR="001C60C5">
              <w:rPr>
                <w:rFonts w:ascii="Corbel" w:hAnsi="Corbel"/>
                <w:sz w:val="24"/>
                <w:szCs w:val="24"/>
              </w:rPr>
              <w:t>1</w:t>
            </w:r>
            <w:r w:rsidRPr="53EA3F55" w:rsidR="06DD87BB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F4223D" w:rsidR="0085747A" w:rsidTr="53EA3F55" w14:paraId="2A73CFA1" w14:textId="77777777">
        <w:tc>
          <w:tcPr>
            <w:tcW w:w="4962" w:type="dxa"/>
            <w:tcMar/>
          </w:tcPr>
          <w:p w:rsidRPr="00ED2CB7" w:rsidR="0085747A" w:rsidP="009C54AE" w:rsidRDefault="0085747A" w14:paraId="5B79080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D2CB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ED2CB7" w:rsidR="0085747A" w:rsidP="009C54AE" w:rsidRDefault="003419EC" w14:paraId="4D35F7E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CB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F4223D" w:rsidR="0085747A" w:rsidP="009C54AE" w:rsidRDefault="00923D7D" w14:paraId="37F1193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4223D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F4223D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F4223D" w:rsidR="003E1941" w:rsidP="009C54AE" w:rsidRDefault="003E1941" w14:paraId="376263D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4223D" w:rsidR="0085747A" w:rsidP="53EA3F55" w:rsidRDefault="0071620A" w14:paraId="549D4D21" w14:textId="5D890B5B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53EA3F55" w:rsidR="0071620A">
        <w:rPr>
          <w:rFonts w:ascii="Corbel" w:hAnsi="Corbel"/>
          <w:caps w:val="0"/>
          <w:smallCaps w:val="0"/>
        </w:rPr>
        <w:t xml:space="preserve">6. </w:t>
      </w:r>
      <w:r w:rsidRPr="53EA3F55" w:rsidR="0085747A">
        <w:rPr>
          <w:rFonts w:ascii="Corbel" w:hAnsi="Corbel"/>
          <w:caps w:val="0"/>
          <w:smallCaps w:val="0"/>
        </w:rPr>
        <w:t>PRAKTYKI ZAWODOWE W RAMACH PRZEDMIOTU</w:t>
      </w:r>
    </w:p>
    <w:p w:rsidRPr="00F4223D" w:rsidR="0085747A" w:rsidP="009C54AE" w:rsidRDefault="0085747A" w14:paraId="31A4C7E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F4223D" w:rsidR="0085747A" w:rsidTr="53EA3F55" w14:paraId="3A1F8C0E" w14:textId="77777777">
        <w:trPr>
          <w:trHeight w:val="397"/>
        </w:trPr>
        <w:tc>
          <w:tcPr>
            <w:tcW w:w="3544" w:type="dxa"/>
            <w:tcMar/>
          </w:tcPr>
          <w:p w:rsidRPr="00F4223D" w:rsidR="0085747A" w:rsidP="009C54AE" w:rsidRDefault="0085747A" w14:paraId="1995A5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F4223D" w:rsidR="0085747A" w:rsidP="53EA3F55" w:rsidRDefault="0085747A" w14:paraId="1CF690D9" w14:textId="24A6DD3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3EA3F55" w:rsidR="12E2A14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F4223D" w:rsidR="0085747A" w:rsidTr="53EA3F55" w14:paraId="4D4D4748" w14:textId="77777777">
        <w:trPr>
          <w:trHeight w:val="397"/>
        </w:trPr>
        <w:tc>
          <w:tcPr>
            <w:tcW w:w="3544" w:type="dxa"/>
            <w:tcMar/>
          </w:tcPr>
          <w:p w:rsidRPr="00F4223D" w:rsidR="0085747A" w:rsidP="009C54AE" w:rsidRDefault="0085747A" w14:paraId="674CC9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F4223D" w:rsidR="0085747A" w:rsidP="53EA3F55" w:rsidRDefault="0085747A" w14:paraId="07EA9470" w14:textId="67BB50B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3EA3F55" w:rsidR="074F8DA9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F4223D" w:rsidR="003E1941" w:rsidP="009C54AE" w:rsidRDefault="003E1941" w14:paraId="28B470A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P="009C54AE" w:rsidRDefault="00675843" w14:paraId="2D523B7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7. </w:t>
      </w:r>
      <w:r w:rsidRPr="00F4223D" w:rsidR="0085747A">
        <w:rPr>
          <w:rFonts w:ascii="Corbel" w:hAnsi="Corbel"/>
          <w:smallCaps w:val="0"/>
          <w:szCs w:val="24"/>
        </w:rPr>
        <w:t>LITERATURA</w:t>
      </w:r>
      <w:r w:rsidRPr="00F4223D">
        <w:rPr>
          <w:rFonts w:ascii="Corbel" w:hAnsi="Corbel"/>
          <w:smallCaps w:val="0"/>
          <w:szCs w:val="24"/>
        </w:rPr>
        <w:t xml:space="preserve"> </w:t>
      </w:r>
    </w:p>
    <w:p w:rsidRPr="00F4223D" w:rsidR="008663C0" w:rsidP="009C54AE" w:rsidRDefault="008663C0" w14:paraId="46C00FA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F4223D" w:rsidR="008663C0" w:rsidTr="53EA3F55" w14:paraId="54D15A38" w14:textId="77777777">
        <w:trPr>
          <w:trHeight w:val="397"/>
        </w:trPr>
        <w:tc>
          <w:tcPr>
            <w:tcW w:w="7513" w:type="dxa"/>
            <w:tcMar/>
          </w:tcPr>
          <w:p w:rsidRPr="00F4223D" w:rsidR="008663C0" w:rsidP="53EA3F55" w:rsidRDefault="008663C0" w14:paraId="5126830A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53EA3F55" w:rsidR="13D00F15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podstawowa: </w:t>
            </w:r>
          </w:p>
          <w:p w:rsidR="53EA3F55" w:rsidP="53EA3F55" w:rsidRDefault="53EA3F55" w14:paraId="46031699" w14:textId="0E011844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981032" w:rsidP="00981032" w:rsidRDefault="00981032" w14:paraId="4D7E0800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0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Jagielski, Kontrola administracji publicznej, wyd</w:t>
            </w:r>
            <w:r w:rsidR="00EF34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4, </w:t>
            </w:r>
            <w:proofErr w:type="spellStart"/>
            <w:r w:rsidR="00EF34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LexisNexis</w:t>
            </w:r>
            <w:proofErr w:type="spellEnd"/>
            <w:r w:rsidR="00EF34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2018</w:t>
            </w:r>
            <w:r w:rsidR="00482E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:rsidR="002F7C62" w:rsidP="002F7C62" w:rsidRDefault="002F7C62" w14:paraId="7705BB04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C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Jędrzejewski, H. Nowicki, Kontrola administracji publicznej. Kontrola a nadzór, struktura systemu, instytucje, Toruń 1995,</w:t>
            </w:r>
          </w:p>
          <w:p w:rsidR="008663C0" w:rsidP="53EA3F55" w:rsidRDefault="00981032" w14:paraId="31E4928C" w14:textId="3328FF6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3EA3F55" w:rsidR="0CCA376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A.</w:t>
            </w:r>
            <w:r w:rsidRPr="53EA3F55" w:rsidR="2B98056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53EA3F55" w:rsidR="0CCA376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Barczewska</w:t>
            </w:r>
            <w:r w:rsidRPr="53EA3F55" w:rsidR="0CCA376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-Dziobek, Słowo o nadzorze administracji, W: Władztwo </w:t>
            </w:r>
            <w:r w:rsidRPr="53EA3F55" w:rsidR="0CCA376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administracyjne:</w:t>
            </w:r>
            <w:r w:rsidRPr="53EA3F55" w:rsidR="0CCA376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administracja publiczna w sferze imperium i w sferze dominium / [red. nauk. Jan Łukasiewicz], Rzeszów : Towarzystwo Naukowe Organizacji i Kierownictwa. Dom Organizatora, 2012</w:t>
            </w:r>
            <w:r w:rsidRPr="53EA3F55" w:rsidR="49A4F28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</w:p>
          <w:p w:rsidRPr="00F4223D" w:rsidR="00981032" w:rsidP="53EA3F55" w:rsidRDefault="00981032" w14:paraId="28D6D5B5" w14:textId="1D1D8BC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3EA3F55" w:rsidR="0CCA376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M.</w:t>
            </w:r>
            <w:r w:rsidRPr="53EA3F55" w:rsidR="7F25A80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53EA3F55" w:rsidR="0CCA376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Szewczyk</w:t>
            </w:r>
            <w:r w:rsidRPr="53EA3F55" w:rsidR="0CCA376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Nadzór w materialnym prawie administracyjnym. Administracja wobec wolności i innych praw podmiotowych jednos</w:t>
            </w:r>
            <w:r w:rsidRPr="53EA3F55" w:rsidR="5948F0A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tki, </w:t>
            </w:r>
            <w:r w:rsidRPr="53EA3F55" w:rsidR="00ED2CB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Wydawnictwo Naukowe UAM, </w:t>
            </w:r>
            <w:r w:rsidRPr="53EA3F55" w:rsidR="0CCA376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1995</w:t>
            </w:r>
            <w:r w:rsidRPr="53EA3F55" w:rsidR="49A4F28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</w:tr>
      <w:tr w:rsidRPr="00F4223D" w:rsidR="008663C0" w:rsidTr="53EA3F55" w14:paraId="63052530" w14:textId="77777777">
        <w:trPr>
          <w:trHeight w:val="397"/>
        </w:trPr>
        <w:tc>
          <w:tcPr>
            <w:tcW w:w="7513" w:type="dxa"/>
            <w:tcMar/>
          </w:tcPr>
          <w:p w:rsidRPr="00F4223D" w:rsidR="008663C0" w:rsidP="53EA3F55" w:rsidRDefault="008663C0" w14:paraId="7E7EEB89" w14:textId="77777777" w14:noSpellErr="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3EA3F55" w:rsidR="13D00F15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uzupełniająca:</w:t>
            </w:r>
            <w:r w:rsidRPr="53EA3F55" w:rsidR="13D00F1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  <w:p w:rsidR="00CB3106" w:rsidP="53EA3F55" w:rsidRDefault="00CB3106" w14:paraId="661ED4C3" w14:textId="13EEBA75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3EA3F55" w:rsidR="46A7BA3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</w:t>
            </w:r>
            <w:r w:rsidRPr="53EA3F55" w:rsidR="46A7BA3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  <w:r w:rsidRPr="53EA3F55" w:rsidR="6D943DE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53EA3F55" w:rsidR="46A7BA3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Biliński</w:t>
            </w:r>
            <w:r w:rsidRPr="53EA3F55" w:rsidR="46A7BA3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</w:t>
            </w:r>
            <w:r w:rsidRPr="53EA3F55" w:rsidR="46A7BA3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  <w:r w:rsidRPr="53EA3F55" w:rsidR="46A7BA3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Gonet, </w:t>
            </w:r>
            <w:r w:rsidRPr="53EA3F55" w:rsidR="46A7BA3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H</w:t>
            </w:r>
            <w:r w:rsidRPr="53EA3F55" w:rsidR="46A7BA3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  <w:r w:rsidRPr="53EA3F55" w:rsidR="298067E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53EA3F55" w:rsidR="46A7BA3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Wolska</w:t>
            </w:r>
            <w:r w:rsidRPr="53EA3F55" w:rsidR="46A7BA3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="46A7BA3F">
              <w:rPr/>
              <w:t xml:space="preserve"> </w:t>
            </w:r>
            <w:r w:rsidRPr="53EA3F55" w:rsidR="46A7BA3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Kontrola oraz nadzór</w:t>
            </w:r>
            <w:r w:rsidRPr="53EA3F55" w:rsidR="46A7BA3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53EA3F55" w:rsidR="46A7BA3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dotyczący realizacji zadań z zakresu</w:t>
            </w:r>
            <w:r w:rsidRPr="53EA3F55" w:rsidR="46A7BA3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53EA3F55" w:rsidR="46A7BA3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gospodarki komunalnej</w:t>
            </w:r>
            <w:r w:rsidRPr="53EA3F55" w:rsidR="46A7BA3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Wolters Kluwer, 2020</w:t>
            </w:r>
            <w:r w:rsidRPr="53EA3F55" w:rsidR="49A4F28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</w:p>
          <w:p w:rsidRPr="00482E56" w:rsidR="00CB3106" w:rsidP="00482E56" w:rsidRDefault="00482E56" w14:paraId="47D52F8E" w14:textId="777777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482E56">
              <w:rPr>
                <w:rFonts w:ascii="Corbel" w:hAnsi="Corbel"/>
                <w:color w:val="000000"/>
                <w:sz w:val="24"/>
                <w:szCs w:val="24"/>
              </w:rPr>
              <w:t xml:space="preserve">E. Ura, Prawo Administracyjne, </w:t>
            </w:r>
            <w:proofErr w:type="spellStart"/>
            <w:r w:rsidRPr="00482E56">
              <w:rPr>
                <w:rFonts w:ascii="Corbel" w:hAnsi="Corbel"/>
                <w:color w:val="000000"/>
                <w:sz w:val="24"/>
                <w:szCs w:val="24"/>
              </w:rPr>
              <w:t>LexisNexis</w:t>
            </w:r>
            <w:proofErr w:type="spellEnd"/>
            <w:r w:rsidRPr="00482E56">
              <w:rPr>
                <w:rFonts w:ascii="Corbel" w:hAnsi="Corbel"/>
                <w:color w:val="000000"/>
                <w:sz w:val="24"/>
                <w:szCs w:val="24"/>
              </w:rPr>
              <w:t>, Warszawa 2012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</w:p>
          <w:p w:rsidRPr="00F4223D" w:rsidR="008663C0" w:rsidP="53EA3F55" w:rsidRDefault="00F37533" w14:paraId="588E37F2" w14:textId="0BB2EFB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3EA3F55" w:rsidR="56EF49E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A.</w:t>
            </w:r>
            <w:r w:rsidRPr="53EA3F55" w:rsidR="471C5E7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53EA3F55" w:rsidR="56EF49E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Łukaszuk</w:t>
            </w:r>
            <w:r w:rsidRPr="53EA3F55" w:rsidR="56EF49E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53EA3F55" w:rsidR="56EF49E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Prawne uwarunkowania kontroli zarządczej w jednostk</w:t>
            </w:r>
            <w:r w:rsidRPr="53EA3F55" w:rsidR="56EF49E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ach samorządu terytorialnego, </w:t>
            </w:r>
            <w:r w:rsidRPr="53EA3F55" w:rsidR="56EF49E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Zeszyty Naukowe Uniwersytetu Rzeszowskiego 77, Seria Prawnicza „Prawo12”, Rzeszów 2013 </w:t>
            </w:r>
            <w:r w:rsidRPr="53EA3F55" w:rsidR="49A4F28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</w:tr>
    </w:tbl>
    <w:p w:rsidRPr="00F4223D" w:rsidR="0085747A" w:rsidP="009C54AE" w:rsidRDefault="0085747A" w14:paraId="5770A05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4223D" w:rsidR="0085747A" w:rsidP="009C54AE" w:rsidRDefault="0085747A" w14:paraId="16C3234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4223D" w:rsidR="0085747A" w:rsidP="00F83B28" w:rsidRDefault="0085747A" w14:paraId="572C8107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4223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F4223D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E6CFB" w:rsidP="00C16ABF" w:rsidRDefault="00CE6CFB" w14:paraId="40E8A184" w14:textId="77777777">
      <w:pPr>
        <w:spacing w:after="0" w:line="240" w:lineRule="auto"/>
      </w:pPr>
      <w:r>
        <w:separator/>
      </w:r>
    </w:p>
  </w:endnote>
  <w:endnote w:type="continuationSeparator" w:id="0">
    <w:p w:rsidR="00CE6CFB" w:rsidP="00C16ABF" w:rsidRDefault="00CE6CFB" w14:paraId="2138B16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E6CFB" w:rsidP="00C16ABF" w:rsidRDefault="00CE6CFB" w14:paraId="16B1FAB7" w14:textId="77777777">
      <w:pPr>
        <w:spacing w:after="0" w:line="240" w:lineRule="auto"/>
      </w:pPr>
      <w:r>
        <w:separator/>
      </w:r>
    </w:p>
  </w:footnote>
  <w:footnote w:type="continuationSeparator" w:id="0">
    <w:p w:rsidR="00CE6CFB" w:rsidP="00C16ABF" w:rsidRDefault="00CE6CFB" w14:paraId="2E73EA39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2F3B86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CA544B"/>
    <w:multiLevelType w:val="hybridMultilevel"/>
    <w:tmpl w:val="078C0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63348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0EE2AB4"/>
    <w:multiLevelType w:val="hybridMultilevel"/>
    <w:tmpl w:val="6E14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7D5"/>
    <w:rsid w:val="00015B8F"/>
    <w:rsid w:val="00022ECE"/>
    <w:rsid w:val="000236CD"/>
    <w:rsid w:val="00042A51"/>
    <w:rsid w:val="00042D2E"/>
    <w:rsid w:val="00044C82"/>
    <w:rsid w:val="00070ED6"/>
    <w:rsid w:val="000742DC"/>
    <w:rsid w:val="00082885"/>
    <w:rsid w:val="00084C12"/>
    <w:rsid w:val="0009462C"/>
    <w:rsid w:val="00094B12"/>
    <w:rsid w:val="00096C46"/>
    <w:rsid w:val="000A296F"/>
    <w:rsid w:val="000A2A28"/>
    <w:rsid w:val="000A4CA2"/>
    <w:rsid w:val="000B192D"/>
    <w:rsid w:val="000B28EE"/>
    <w:rsid w:val="000B3E37"/>
    <w:rsid w:val="000C65AA"/>
    <w:rsid w:val="000D04B0"/>
    <w:rsid w:val="000D39D6"/>
    <w:rsid w:val="000D414D"/>
    <w:rsid w:val="000F1C57"/>
    <w:rsid w:val="000F5615"/>
    <w:rsid w:val="00100001"/>
    <w:rsid w:val="00121C29"/>
    <w:rsid w:val="00121F96"/>
    <w:rsid w:val="00124BFF"/>
    <w:rsid w:val="0012560E"/>
    <w:rsid w:val="00127108"/>
    <w:rsid w:val="00134B13"/>
    <w:rsid w:val="0013742A"/>
    <w:rsid w:val="00146BC0"/>
    <w:rsid w:val="0015251A"/>
    <w:rsid w:val="00153C41"/>
    <w:rsid w:val="00154381"/>
    <w:rsid w:val="001640A7"/>
    <w:rsid w:val="00164FA7"/>
    <w:rsid w:val="00166A03"/>
    <w:rsid w:val="001718A7"/>
    <w:rsid w:val="001737CF"/>
    <w:rsid w:val="00176083"/>
    <w:rsid w:val="00176605"/>
    <w:rsid w:val="00177C0C"/>
    <w:rsid w:val="00192F37"/>
    <w:rsid w:val="001A70D2"/>
    <w:rsid w:val="001B25F3"/>
    <w:rsid w:val="001C3C2E"/>
    <w:rsid w:val="001C60C5"/>
    <w:rsid w:val="001C67CF"/>
    <w:rsid w:val="001D2AAB"/>
    <w:rsid w:val="001D657B"/>
    <w:rsid w:val="001D7B54"/>
    <w:rsid w:val="001E0209"/>
    <w:rsid w:val="001F2CA2"/>
    <w:rsid w:val="0020639A"/>
    <w:rsid w:val="002144C0"/>
    <w:rsid w:val="00217270"/>
    <w:rsid w:val="0022477D"/>
    <w:rsid w:val="002278A9"/>
    <w:rsid w:val="002336F9"/>
    <w:rsid w:val="0024028F"/>
    <w:rsid w:val="00243424"/>
    <w:rsid w:val="00244ABC"/>
    <w:rsid w:val="002466BB"/>
    <w:rsid w:val="00257CF4"/>
    <w:rsid w:val="0026727E"/>
    <w:rsid w:val="00273B07"/>
    <w:rsid w:val="002818B2"/>
    <w:rsid w:val="00281FF2"/>
    <w:rsid w:val="002857DE"/>
    <w:rsid w:val="002872CD"/>
    <w:rsid w:val="00291567"/>
    <w:rsid w:val="00296055"/>
    <w:rsid w:val="00296739"/>
    <w:rsid w:val="002A22BF"/>
    <w:rsid w:val="002A2389"/>
    <w:rsid w:val="002A3571"/>
    <w:rsid w:val="002A671D"/>
    <w:rsid w:val="002B29D2"/>
    <w:rsid w:val="002B4D55"/>
    <w:rsid w:val="002B5EA0"/>
    <w:rsid w:val="002B6119"/>
    <w:rsid w:val="002C1F06"/>
    <w:rsid w:val="002D3375"/>
    <w:rsid w:val="002D73D4"/>
    <w:rsid w:val="002E640E"/>
    <w:rsid w:val="002F02A3"/>
    <w:rsid w:val="002F3E54"/>
    <w:rsid w:val="002F4ABE"/>
    <w:rsid w:val="002F7C62"/>
    <w:rsid w:val="003018BA"/>
    <w:rsid w:val="0030395F"/>
    <w:rsid w:val="00305C92"/>
    <w:rsid w:val="003151C5"/>
    <w:rsid w:val="00316F8D"/>
    <w:rsid w:val="003343CF"/>
    <w:rsid w:val="003351FB"/>
    <w:rsid w:val="003419EC"/>
    <w:rsid w:val="00346FE9"/>
    <w:rsid w:val="0034759A"/>
    <w:rsid w:val="003503F6"/>
    <w:rsid w:val="003530DD"/>
    <w:rsid w:val="0036125C"/>
    <w:rsid w:val="00363F3D"/>
    <w:rsid w:val="00363F78"/>
    <w:rsid w:val="00381154"/>
    <w:rsid w:val="003A0A5B"/>
    <w:rsid w:val="003A1176"/>
    <w:rsid w:val="003B30E2"/>
    <w:rsid w:val="003C0BAE"/>
    <w:rsid w:val="003D18A9"/>
    <w:rsid w:val="003D3A0B"/>
    <w:rsid w:val="003D54C5"/>
    <w:rsid w:val="003D6CE2"/>
    <w:rsid w:val="003E1329"/>
    <w:rsid w:val="003E1941"/>
    <w:rsid w:val="003E2FE6"/>
    <w:rsid w:val="003E43A2"/>
    <w:rsid w:val="003E49D5"/>
    <w:rsid w:val="003F38C0"/>
    <w:rsid w:val="003F68C4"/>
    <w:rsid w:val="00414E3C"/>
    <w:rsid w:val="00416863"/>
    <w:rsid w:val="0042244A"/>
    <w:rsid w:val="00425DBB"/>
    <w:rsid w:val="0042745A"/>
    <w:rsid w:val="00431D5C"/>
    <w:rsid w:val="004362C6"/>
    <w:rsid w:val="00437FA2"/>
    <w:rsid w:val="00445970"/>
    <w:rsid w:val="004579A1"/>
    <w:rsid w:val="00461EFC"/>
    <w:rsid w:val="004652C2"/>
    <w:rsid w:val="00467280"/>
    <w:rsid w:val="004706D1"/>
    <w:rsid w:val="00471326"/>
    <w:rsid w:val="004721D6"/>
    <w:rsid w:val="0047598D"/>
    <w:rsid w:val="00482E56"/>
    <w:rsid w:val="004840FD"/>
    <w:rsid w:val="00490F7D"/>
    <w:rsid w:val="00491678"/>
    <w:rsid w:val="004968E2"/>
    <w:rsid w:val="004A3EEA"/>
    <w:rsid w:val="004A4D1F"/>
    <w:rsid w:val="004D5282"/>
    <w:rsid w:val="004D7553"/>
    <w:rsid w:val="004F1551"/>
    <w:rsid w:val="004F55A3"/>
    <w:rsid w:val="0050496F"/>
    <w:rsid w:val="00513B6F"/>
    <w:rsid w:val="00517C63"/>
    <w:rsid w:val="00533BAF"/>
    <w:rsid w:val="00535449"/>
    <w:rsid w:val="005363C4"/>
    <w:rsid w:val="00536BDE"/>
    <w:rsid w:val="00543ACC"/>
    <w:rsid w:val="00561846"/>
    <w:rsid w:val="0056696D"/>
    <w:rsid w:val="0059484D"/>
    <w:rsid w:val="005A0855"/>
    <w:rsid w:val="005A3196"/>
    <w:rsid w:val="005A3285"/>
    <w:rsid w:val="005A3E20"/>
    <w:rsid w:val="005C080F"/>
    <w:rsid w:val="005C1CDF"/>
    <w:rsid w:val="005C55E5"/>
    <w:rsid w:val="005C696A"/>
    <w:rsid w:val="005E6E85"/>
    <w:rsid w:val="005F31D2"/>
    <w:rsid w:val="005F4C38"/>
    <w:rsid w:val="0061029B"/>
    <w:rsid w:val="006132CF"/>
    <w:rsid w:val="00617230"/>
    <w:rsid w:val="00617C22"/>
    <w:rsid w:val="00621CE1"/>
    <w:rsid w:val="00627FC9"/>
    <w:rsid w:val="00647FA8"/>
    <w:rsid w:val="00650C5F"/>
    <w:rsid w:val="00654934"/>
    <w:rsid w:val="006620D9"/>
    <w:rsid w:val="00665D29"/>
    <w:rsid w:val="00670220"/>
    <w:rsid w:val="00671958"/>
    <w:rsid w:val="00675843"/>
    <w:rsid w:val="00676174"/>
    <w:rsid w:val="00696477"/>
    <w:rsid w:val="006968C7"/>
    <w:rsid w:val="006C3643"/>
    <w:rsid w:val="006D050F"/>
    <w:rsid w:val="006D2A98"/>
    <w:rsid w:val="006D4A95"/>
    <w:rsid w:val="006D6139"/>
    <w:rsid w:val="006E5D65"/>
    <w:rsid w:val="006F1282"/>
    <w:rsid w:val="006F1FBC"/>
    <w:rsid w:val="006F31E2"/>
    <w:rsid w:val="0070058E"/>
    <w:rsid w:val="0070377D"/>
    <w:rsid w:val="0070402D"/>
    <w:rsid w:val="00704BA8"/>
    <w:rsid w:val="00706544"/>
    <w:rsid w:val="007072BA"/>
    <w:rsid w:val="0071620A"/>
    <w:rsid w:val="00721339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6E4"/>
    <w:rsid w:val="007C3299"/>
    <w:rsid w:val="007C3BCC"/>
    <w:rsid w:val="007C4546"/>
    <w:rsid w:val="007C74B9"/>
    <w:rsid w:val="007D6E56"/>
    <w:rsid w:val="007F003F"/>
    <w:rsid w:val="007F4155"/>
    <w:rsid w:val="0081554D"/>
    <w:rsid w:val="0081707E"/>
    <w:rsid w:val="008219A7"/>
    <w:rsid w:val="00832532"/>
    <w:rsid w:val="008449B3"/>
    <w:rsid w:val="0085660A"/>
    <w:rsid w:val="0085747A"/>
    <w:rsid w:val="008663C0"/>
    <w:rsid w:val="00884922"/>
    <w:rsid w:val="00885038"/>
    <w:rsid w:val="00885F64"/>
    <w:rsid w:val="008917F9"/>
    <w:rsid w:val="008A45F7"/>
    <w:rsid w:val="008B05DF"/>
    <w:rsid w:val="008C0CC0"/>
    <w:rsid w:val="008C19A9"/>
    <w:rsid w:val="008C379D"/>
    <w:rsid w:val="008C5147"/>
    <w:rsid w:val="008C5359"/>
    <w:rsid w:val="008C5363"/>
    <w:rsid w:val="008D3DFB"/>
    <w:rsid w:val="008E5043"/>
    <w:rsid w:val="008E64F4"/>
    <w:rsid w:val="008F12C9"/>
    <w:rsid w:val="008F6E29"/>
    <w:rsid w:val="00916188"/>
    <w:rsid w:val="00923D7D"/>
    <w:rsid w:val="009508DF"/>
    <w:rsid w:val="00950DAC"/>
    <w:rsid w:val="00954A07"/>
    <w:rsid w:val="00981032"/>
    <w:rsid w:val="0099249A"/>
    <w:rsid w:val="00993030"/>
    <w:rsid w:val="00997F14"/>
    <w:rsid w:val="009A78D9"/>
    <w:rsid w:val="009C3E31"/>
    <w:rsid w:val="009C4153"/>
    <w:rsid w:val="009C54AE"/>
    <w:rsid w:val="009C788E"/>
    <w:rsid w:val="009D30C1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693"/>
    <w:rsid w:val="00A53FA5"/>
    <w:rsid w:val="00A54817"/>
    <w:rsid w:val="00A601C8"/>
    <w:rsid w:val="00A60799"/>
    <w:rsid w:val="00A60D8A"/>
    <w:rsid w:val="00A84C85"/>
    <w:rsid w:val="00A87FCB"/>
    <w:rsid w:val="00A95165"/>
    <w:rsid w:val="00A97DE1"/>
    <w:rsid w:val="00AB053C"/>
    <w:rsid w:val="00AD1146"/>
    <w:rsid w:val="00AD27D3"/>
    <w:rsid w:val="00AD4AC5"/>
    <w:rsid w:val="00AD66D6"/>
    <w:rsid w:val="00AE1160"/>
    <w:rsid w:val="00AE203C"/>
    <w:rsid w:val="00AE20B4"/>
    <w:rsid w:val="00AE2E74"/>
    <w:rsid w:val="00AE5FCB"/>
    <w:rsid w:val="00AF2C1E"/>
    <w:rsid w:val="00B06142"/>
    <w:rsid w:val="00B135B1"/>
    <w:rsid w:val="00B22DCE"/>
    <w:rsid w:val="00B261DB"/>
    <w:rsid w:val="00B3130B"/>
    <w:rsid w:val="00B355D6"/>
    <w:rsid w:val="00B40ADB"/>
    <w:rsid w:val="00B4340F"/>
    <w:rsid w:val="00B43B77"/>
    <w:rsid w:val="00B43E80"/>
    <w:rsid w:val="00B607DB"/>
    <w:rsid w:val="00B66529"/>
    <w:rsid w:val="00B7054D"/>
    <w:rsid w:val="00B75946"/>
    <w:rsid w:val="00B8056E"/>
    <w:rsid w:val="00B819C8"/>
    <w:rsid w:val="00B82308"/>
    <w:rsid w:val="00B86AB8"/>
    <w:rsid w:val="00B90885"/>
    <w:rsid w:val="00B93C28"/>
    <w:rsid w:val="00BA694E"/>
    <w:rsid w:val="00BB520A"/>
    <w:rsid w:val="00BC518A"/>
    <w:rsid w:val="00BC5FC5"/>
    <w:rsid w:val="00BC717F"/>
    <w:rsid w:val="00BD3869"/>
    <w:rsid w:val="00BD4BF2"/>
    <w:rsid w:val="00BD66E9"/>
    <w:rsid w:val="00BD6FF4"/>
    <w:rsid w:val="00BE6755"/>
    <w:rsid w:val="00BF2C41"/>
    <w:rsid w:val="00BF42B8"/>
    <w:rsid w:val="00C058B4"/>
    <w:rsid w:val="00C05F44"/>
    <w:rsid w:val="00C131B5"/>
    <w:rsid w:val="00C16ABF"/>
    <w:rsid w:val="00C170AE"/>
    <w:rsid w:val="00C26CB7"/>
    <w:rsid w:val="00C324C1"/>
    <w:rsid w:val="00C33CEC"/>
    <w:rsid w:val="00C36992"/>
    <w:rsid w:val="00C56036"/>
    <w:rsid w:val="00C61DC5"/>
    <w:rsid w:val="00C674D0"/>
    <w:rsid w:val="00C67E92"/>
    <w:rsid w:val="00C70A26"/>
    <w:rsid w:val="00C766DF"/>
    <w:rsid w:val="00C77EE9"/>
    <w:rsid w:val="00C834E1"/>
    <w:rsid w:val="00C86B29"/>
    <w:rsid w:val="00C94B98"/>
    <w:rsid w:val="00CA2B96"/>
    <w:rsid w:val="00CA5089"/>
    <w:rsid w:val="00CB3106"/>
    <w:rsid w:val="00CC2222"/>
    <w:rsid w:val="00CD6897"/>
    <w:rsid w:val="00CE5BAC"/>
    <w:rsid w:val="00CE6CFB"/>
    <w:rsid w:val="00CF25BE"/>
    <w:rsid w:val="00CF6C79"/>
    <w:rsid w:val="00CF78ED"/>
    <w:rsid w:val="00CF7FE8"/>
    <w:rsid w:val="00D0229E"/>
    <w:rsid w:val="00D02B25"/>
    <w:rsid w:val="00D02EBA"/>
    <w:rsid w:val="00D12727"/>
    <w:rsid w:val="00D15855"/>
    <w:rsid w:val="00D17C3C"/>
    <w:rsid w:val="00D220D6"/>
    <w:rsid w:val="00D22B9B"/>
    <w:rsid w:val="00D24D91"/>
    <w:rsid w:val="00D26B2C"/>
    <w:rsid w:val="00D352C9"/>
    <w:rsid w:val="00D425B2"/>
    <w:rsid w:val="00D428D6"/>
    <w:rsid w:val="00D552B2"/>
    <w:rsid w:val="00D608D1"/>
    <w:rsid w:val="00D6776B"/>
    <w:rsid w:val="00D74119"/>
    <w:rsid w:val="00D74127"/>
    <w:rsid w:val="00D8075B"/>
    <w:rsid w:val="00D8678B"/>
    <w:rsid w:val="00D9757C"/>
    <w:rsid w:val="00DA2114"/>
    <w:rsid w:val="00DA3FD4"/>
    <w:rsid w:val="00DB2CE6"/>
    <w:rsid w:val="00DD2831"/>
    <w:rsid w:val="00DD65E5"/>
    <w:rsid w:val="00DE09C0"/>
    <w:rsid w:val="00DE4A14"/>
    <w:rsid w:val="00DE6212"/>
    <w:rsid w:val="00DF320D"/>
    <w:rsid w:val="00DF71C8"/>
    <w:rsid w:val="00E04DE4"/>
    <w:rsid w:val="00E115F0"/>
    <w:rsid w:val="00E129B8"/>
    <w:rsid w:val="00E21E7D"/>
    <w:rsid w:val="00E22FBC"/>
    <w:rsid w:val="00E24BF5"/>
    <w:rsid w:val="00E25338"/>
    <w:rsid w:val="00E32827"/>
    <w:rsid w:val="00E51E44"/>
    <w:rsid w:val="00E608A7"/>
    <w:rsid w:val="00E62226"/>
    <w:rsid w:val="00E63348"/>
    <w:rsid w:val="00E77E88"/>
    <w:rsid w:val="00E8107D"/>
    <w:rsid w:val="00E960BB"/>
    <w:rsid w:val="00EA2074"/>
    <w:rsid w:val="00EA4832"/>
    <w:rsid w:val="00EA4D31"/>
    <w:rsid w:val="00EA4E9D"/>
    <w:rsid w:val="00EB5A23"/>
    <w:rsid w:val="00EB6F9A"/>
    <w:rsid w:val="00EC4899"/>
    <w:rsid w:val="00ED03AB"/>
    <w:rsid w:val="00ED2CB7"/>
    <w:rsid w:val="00ED32D2"/>
    <w:rsid w:val="00ED45FE"/>
    <w:rsid w:val="00ED57B8"/>
    <w:rsid w:val="00EE32DE"/>
    <w:rsid w:val="00EE5457"/>
    <w:rsid w:val="00EE637C"/>
    <w:rsid w:val="00EF34D3"/>
    <w:rsid w:val="00F070AB"/>
    <w:rsid w:val="00F17567"/>
    <w:rsid w:val="00F27A7B"/>
    <w:rsid w:val="00F37533"/>
    <w:rsid w:val="00F4223D"/>
    <w:rsid w:val="00F526AF"/>
    <w:rsid w:val="00F617C3"/>
    <w:rsid w:val="00F7066B"/>
    <w:rsid w:val="00F83B28"/>
    <w:rsid w:val="00F85375"/>
    <w:rsid w:val="00FA46E5"/>
    <w:rsid w:val="00FB7DBA"/>
    <w:rsid w:val="00FC1C25"/>
    <w:rsid w:val="00FC3F45"/>
    <w:rsid w:val="00FD503F"/>
    <w:rsid w:val="00FD7589"/>
    <w:rsid w:val="00FE7CCB"/>
    <w:rsid w:val="00FF016A"/>
    <w:rsid w:val="00FF1401"/>
    <w:rsid w:val="00FF5E7D"/>
    <w:rsid w:val="0127971A"/>
    <w:rsid w:val="06DD87BB"/>
    <w:rsid w:val="074F8DA9"/>
    <w:rsid w:val="0A9AF548"/>
    <w:rsid w:val="0CCA3763"/>
    <w:rsid w:val="10C99CD4"/>
    <w:rsid w:val="12D46834"/>
    <w:rsid w:val="12E2A14E"/>
    <w:rsid w:val="13D00F15"/>
    <w:rsid w:val="1BBF37C0"/>
    <w:rsid w:val="1C1CB7D7"/>
    <w:rsid w:val="28E21588"/>
    <w:rsid w:val="298067E8"/>
    <w:rsid w:val="2B2D4E1C"/>
    <w:rsid w:val="2B980568"/>
    <w:rsid w:val="328EFACF"/>
    <w:rsid w:val="362E4334"/>
    <w:rsid w:val="36884F55"/>
    <w:rsid w:val="382988AF"/>
    <w:rsid w:val="459E2DDD"/>
    <w:rsid w:val="46A7BA3F"/>
    <w:rsid w:val="471C5E79"/>
    <w:rsid w:val="49A4F28D"/>
    <w:rsid w:val="5187867F"/>
    <w:rsid w:val="53EA3F55"/>
    <w:rsid w:val="56EF49E1"/>
    <w:rsid w:val="5948F0AA"/>
    <w:rsid w:val="64F42612"/>
    <w:rsid w:val="6762A383"/>
    <w:rsid w:val="691847E5"/>
    <w:rsid w:val="6A9A4445"/>
    <w:rsid w:val="6D943DEC"/>
    <w:rsid w:val="74A5A997"/>
    <w:rsid w:val="7D7CDAA6"/>
    <w:rsid w:val="7F25A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8FEA6"/>
  <w15:docId w15:val="{4FCDE5D6-3746-4936-853B-C172C980480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gt-baf-back" w:customStyle="1">
    <w:name w:val="gt-baf-back"/>
    <w:rsid w:val="00704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3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1256-103B-49E5-8B65-C28B3BA45B4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Merkwa Marcin</lastModifiedBy>
  <revision>7</revision>
  <lastPrinted>2019-02-06T12:12:00.0000000Z</lastPrinted>
  <dcterms:created xsi:type="dcterms:W3CDTF">2021-12-12T16:00:00.0000000Z</dcterms:created>
  <dcterms:modified xsi:type="dcterms:W3CDTF">2022-01-23T14:17:41.5928422Z</dcterms:modified>
</coreProperties>
</file>